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6636" w:rsidRPr="00142427" w:rsidRDefault="00156636" w:rsidP="00142427">
      <w:pPr>
        <w:shd w:val="clear" w:color="auto" w:fill="FFFFFF"/>
        <w:spacing w:line="240" w:lineRule="auto"/>
        <w:ind w:left="34"/>
        <w:jc w:val="center"/>
        <w:rPr>
          <w:rFonts w:ascii="Times New Roman" w:hAnsi="Times New Roman"/>
          <w:b/>
          <w:color w:val="000000"/>
          <w:spacing w:val="-5"/>
          <w:sz w:val="24"/>
          <w:szCs w:val="24"/>
        </w:rPr>
      </w:pPr>
      <w:r>
        <w:rPr>
          <w:rFonts w:ascii="Times New Roman" w:hAnsi="Times New Roman"/>
          <w:b/>
          <w:color w:val="000000"/>
          <w:spacing w:val="-5"/>
          <w:sz w:val="24"/>
          <w:szCs w:val="24"/>
        </w:rPr>
        <w:t xml:space="preserve">Диагностика </w:t>
      </w:r>
      <w:r>
        <w:rPr>
          <w:rFonts w:ascii="Times New Roman" w:hAnsi="Times New Roman"/>
          <w:b/>
          <w:sz w:val="24"/>
          <w:szCs w:val="24"/>
        </w:rPr>
        <w:t xml:space="preserve">  </w:t>
      </w:r>
      <w:r w:rsidRPr="009C62FA">
        <w:rPr>
          <w:rFonts w:ascii="Times New Roman" w:hAnsi="Times New Roman"/>
          <w:b/>
          <w:color w:val="000000"/>
          <w:spacing w:val="-3"/>
          <w:sz w:val="24"/>
          <w:szCs w:val="24"/>
        </w:rPr>
        <w:t>ресурсного обеспечения воспитательного процесса</w:t>
      </w:r>
      <w:r>
        <w:rPr>
          <w:rFonts w:ascii="Times New Roman" w:hAnsi="Times New Roman"/>
          <w:b/>
          <w:color w:val="000000"/>
          <w:spacing w:val="-5"/>
          <w:sz w:val="24"/>
          <w:szCs w:val="24"/>
        </w:rPr>
        <w:t xml:space="preserve">   </w:t>
      </w:r>
      <w:r w:rsidRPr="009C62FA">
        <w:rPr>
          <w:rFonts w:ascii="Times New Roman" w:hAnsi="Times New Roman"/>
          <w:b/>
          <w:color w:val="000000"/>
          <w:spacing w:val="-4"/>
          <w:sz w:val="24"/>
          <w:szCs w:val="24"/>
        </w:rPr>
        <w:t>в образовательном учреждении</w:t>
      </w:r>
    </w:p>
    <w:p w:rsidR="00156636" w:rsidRPr="009C62FA" w:rsidRDefault="00156636" w:rsidP="00975371">
      <w:pPr>
        <w:shd w:val="clear" w:color="auto" w:fill="FFFFFF"/>
        <w:spacing w:line="240" w:lineRule="auto"/>
        <w:ind w:left="91" w:right="38" w:firstLine="706"/>
        <w:jc w:val="both"/>
        <w:rPr>
          <w:rFonts w:ascii="Times New Roman" w:hAnsi="Times New Roman"/>
          <w:sz w:val="24"/>
          <w:szCs w:val="24"/>
        </w:rPr>
      </w:pPr>
      <w:r w:rsidRPr="009C62FA">
        <w:rPr>
          <w:rFonts w:ascii="Times New Roman" w:hAnsi="Times New Roman"/>
          <w:color w:val="000000"/>
          <w:spacing w:val="-1"/>
          <w:sz w:val="24"/>
          <w:szCs w:val="24"/>
        </w:rPr>
        <w:t xml:space="preserve">Основанием для оценки является анкета для администрации </w:t>
      </w:r>
      <w:r w:rsidRPr="009C62FA">
        <w:rPr>
          <w:rFonts w:ascii="Times New Roman" w:hAnsi="Times New Roman"/>
          <w:color w:val="000000"/>
          <w:spacing w:val="-2"/>
          <w:sz w:val="24"/>
          <w:szCs w:val="24"/>
        </w:rPr>
        <w:t>образовательного учреждения «Ресурсное обеспечение воспитательно</w:t>
      </w:r>
      <w:r w:rsidRPr="009C62FA">
        <w:rPr>
          <w:rFonts w:ascii="Times New Roman" w:hAnsi="Times New Roman"/>
          <w:color w:val="000000"/>
          <w:spacing w:val="-2"/>
          <w:sz w:val="24"/>
          <w:szCs w:val="24"/>
        </w:rPr>
        <w:softHyphen/>
      </w:r>
      <w:r w:rsidRPr="009C62FA">
        <w:rPr>
          <w:rFonts w:ascii="Times New Roman" w:hAnsi="Times New Roman"/>
          <w:color w:val="000000"/>
          <w:spacing w:val="-1"/>
          <w:sz w:val="24"/>
          <w:szCs w:val="24"/>
        </w:rPr>
        <w:t>го процесса в образовательном учреждении».</w:t>
      </w:r>
    </w:p>
    <w:p w:rsidR="00156636" w:rsidRPr="009C62FA" w:rsidRDefault="00156636" w:rsidP="00975371">
      <w:pPr>
        <w:shd w:val="clear" w:color="auto" w:fill="FFFFFF"/>
        <w:tabs>
          <w:tab w:val="left" w:pos="816"/>
        </w:tabs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9C62FA">
        <w:rPr>
          <w:rFonts w:ascii="Times New Roman" w:hAnsi="Times New Roman"/>
          <w:color w:val="000000"/>
          <w:spacing w:val="-2"/>
          <w:sz w:val="24"/>
          <w:szCs w:val="24"/>
        </w:rPr>
        <w:t>Оценка   качества   ресурсного   обеспечения   воспитательного</w:t>
      </w:r>
      <w:r w:rsidRPr="009C62FA">
        <w:rPr>
          <w:rFonts w:ascii="Times New Roman" w:hAnsi="Times New Roman"/>
          <w:sz w:val="24"/>
          <w:szCs w:val="24"/>
        </w:rPr>
        <w:t xml:space="preserve"> </w:t>
      </w:r>
      <w:r w:rsidRPr="009C62FA">
        <w:rPr>
          <w:rFonts w:ascii="Times New Roman" w:hAnsi="Times New Roman"/>
          <w:color w:val="000000"/>
          <w:sz w:val="24"/>
          <w:szCs w:val="24"/>
        </w:rPr>
        <w:t xml:space="preserve">процесса в образовательном учреждении производится по следующим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критериям</w:t>
      </w:r>
      <w:r w:rsidRPr="009C62FA">
        <w:rPr>
          <w:rFonts w:ascii="Times New Roman" w:hAnsi="Times New Roman"/>
          <w:color w:val="000000"/>
          <w:spacing w:val="-3"/>
          <w:sz w:val="24"/>
          <w:szCs w:val="24"/>
        </w:rPr>
        <w:t>:</w:t>
      </w:r>
    </w:p>
    <w:p w:rsidR="00156636" w:rsidRPr="009C62FA" w:rsidRDefault="00156636" w:rsidP="00142427">
      <w:pPr>
        <w:numPr>
          <w:ilvl w:val="1"/>
          <w:numId w:val="9"/>
        </w:numPr>
        <w:shd w:val="clear" w:color="auto" w:fill="FFFFFF"/>
        <w:tabs>
          <w:tab w:val="left" w:pos="946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C62FA">
        <w:rPr>
          <w:rFonts w:ascii="Times New Roman" w:hAnsi="Times New Roman"/>
          <w:color w:val="000000"/>
          <w:spacing w:val="-1"/>
          <w:sz w:val="24"/>
          <w:szCs w:val="24"/>
        </w:rPr>
        <w:t>разработанность нормативно-методических документов, регу</w:t>
      </w:r>
      <w:r w:rsidRPr="009C62FA">
        <w:rPr>
          <w:rFonts w:ascii="Times New Roman" w:hAnsi="Times New Roman"/>
          <w:color w:val="000000"/>
          <w:spacing w:val="-1"/>
          <w:sz w:val="24"/>
          <w:szCs w:val="24"/>
        </w:rPr>
        <w:softHyphen/>
        <w:t>лирующих воспитательный процесс в образовательном учреждении;</w:t>
      </w:r>
    </w:p>
    <w:p w:rsidR="00156636" w:rsidRDefault="00156636" w:rsidP="00142427">
      <w:pPr>
        <w:numPr>
          <w:ilvl w:val="1"/>
          <w:numId w:val="9"/>
        </w:numPr>
        <w:shd w:val="clear" w:color="auto" w:fill="FFFFFF"/>
        <w:tabs>
          <w:tab w:val="left" w:pos="1022"/>
        </w:tabs>
        <w:spacing w:line="240" w:lineRule="auto"/>
        <w:jc w:val="both"/>
        <w:rPr>
          <w:rFonts w:ascii="Times New Roman" w:hAnsi="Times New Roman"/>
          <w:color w:val="000000"/>
          <w:spacing w:val="-2"/>
          <w:sz w:val="24"/>
          <w:szCs w:val="24"/>
        </w:rPr>
      </w:pPr>
      <w:r w:rsidRPr="009C62FA">
        <w:rPr>
          <w:rFonts w:ascii="Times New Roman" w:hAnsi="Times New Roman"/>
          <w:color w:val="000000"/>
          <w:spacing w:val="-2"/>
          <w:sz w:val="24"/>
          <w:szCs w:val="24"/>
        </w:rPr>
        <w:t>использование   в  воспитательном   процессе   материально-</w:t>
      </w:r>
      <w:r w:rsidRPr="009C62FA">
        <w:rPr>
          <w:rFonts w:ascii="Times New Roman" w:hAnsi="Times New Roman"/>
          <w:color w:val="000000"/>
          <w:spacing w:val="-1"/>
          <w:sz w:val="24"/>
          <w:szCs w:val="24"/>
        </w:rPr>
        <w:t xml:space="preserve">технических </w:t>
      </w:r>
      <w:r w:rsidRPr="001E06EF">
        <w:rPr>
          <w:rFonts w:ascii="Times New Roman" w:hAnsi="Times New Roman"/>
          <w:color w:val="000000"/>
          <w:spacing w:val="-1"/>
          <w:sz w:val="24"/>
          <w:szCs w:val="24"/>
        </w:rPr>
        <w:t>и</w:t>
      </w:r>
      <w:r w:rsidRPr="009C62FA">
        <w:rPr>
          <w:rFonts w:ascii="Times New Roman" w:hAnsi="Times New Roman"/>
          <w:color w:val="000000"/>
          <w:spacing w:val="-1"/>
          <w:sz w:val="24"/>
          <w:szCs w:val="24"/>
        </w:rPr>
        <w:t xml:space="preserve"> информационных </w:t>
      </w:r>
      <w:r w:rsidRPr="009C62FA">
        <w:rPr>
          <w:rFonts w:ascii="Times New Roman" w:hAnsi="Times New Roman"/>
          <w:color w:val="000000"/>
          <w:spacing w:val="-2"/>
          <w:sz w:val="24"/>
          <w:szCs w:val="24"/>
        </w:rPr>
        <w:t>ресурсов образовательного учреждения.</w:t>
      </w:r>
    </w:p>
    <w:p w:rsidR="00156636" w:rsidRPr="009C62FA" w:rsidRDefault="00156636" w:rsidP="00142427">
      <w:pPr>
        <w:numPr>
          <w:ilvl w:val="1"/>
          <w:numId w:val="9"/>
        </w:numPr>
        <w:shd w:val="clear" w:color="auto" w:fill="FFFFFF"/>
        <w:tabs>
          <w:tab w:val="left" w:pos="1022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кадровая обеспеченность и работа со специалистами сферы воспитания  </w:t>
      </w:r>
      <w:r w:rsidRPr="009C62FA">
        <w:rPr>
          <w:rFonts w:ascii="Times New Roman" w:hAnsi="Times New Roman"/>
          <w:color w:val="000000"/>
          <w:sz w:val="24"/>
          <w:szCs w:val="24"/>
        </w:rPr>
        <w:t>в образовательном учрежде</w:t>
      </w:r>
      <w:r w:rsidRPr="009C62FA">
        <w:rPr>
          <w:rFonts w:ascii="Times New Roman" w:hAnsi="Times New Roman"/>
          <w:color w:val="000000"/>
          <w:sz w:val="24"/>
          <w:szCs w:val="24"/>
        </w:rPr>
        <w:softHyphen/>
      </w:r>
      <w:r w:rsidRPr="009C62FA">
        <w:rPr>
          <w:rFonts w:ascii="Times New Roman" w:hAnsi="Times New Roman"/>
          <w:color w:val="000000"/>
          <w:spacing w:val="-8"/>
          <w:sz w:val="24"/>
          <w:szCs w:val="24"/>
        </w:rPr>
        <w:t>нии</w:t>
      </w:r>
    </w:p>
    <w:p w:rsidR="00156636" w:rsidRDefault="00156636" w:rsidP="0063165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156636" w:rsidRPr="0063165F" w:rsidRDefault="00156636" w:rsidP="009753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63165F">
        <w:rPr>
          <w:rFonts w:ascii="Times New Roman" w:hAnsi="Times New Roman"/>
          <w:b/>
          <w:sz w:val="24"/>
          <w:szCs w:val="24"/>
          <w:lang w:eastAsia="ru-RU"/>
        </w:rPr>
        <w:t>Анкета «Ресурсное обеспечение воспитательного процесса в ОУ»</w:t>
      </w:r>
    </w:p>
    <w:p w:rsidR="00156636" w:rsidRPr="0063165F" w:rsidRDefault="00156636" w:rsidP="009753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63165F">
        <w:rPr>
          <w:rFonts w:ascii="Times New Roman" w:hAnsi="Times New Roman"/>
          <w:b/>
          <w:sz w:val="24"/>
          <w:szCs w:val="24"/>
          <w:lang w:eastAsia="ru-RU"/>
        </w:rPr>
        <w:t>(заполняется представителем администрации ОУ)</w:t>
      </w:r>
    </w:p>
    <w:p w:rsidR="00156636" w:rsidRDefault="00156636" w:rsidP="009753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01"/>
        <w:gridCol w:w="8756"/>
        <w:gridCol w:w="2584"/>
        <w:gridCol w:w="2345"/>
      </w:tblGrid>
      <w:tr w:rsidR="00156636" w:rsidRPr="006C2AE5" w:rsidTr="007129CD">
        <w:tc>
          <w:tcPr>
            <w:tcW w:w="14786" w:type="dxa"/>
            <w:gridSpan w:val="4"/>
          </w:tcPr>
          <w:p w:rsidR="00156636" w:rsidRPr="006C2AE5" w:rsidRDefault="00156636" w:rsidP="007129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C2AE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1. В каких нормативно-методических документах вашего образовательного учреждения отражены вопросы воспитания?</w:t>
            </w:r>
          </w:p>
          <w:p w:rsidR="00156636" w:rsidRPr="006C2AE5" w:rsidRDefault="00156636" w:rsidP="007129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56636" w:rsidRPr="006C2AE5" w:rsidTr="007129CD">
        <w:tc>
          <w:tcPr>
            <w:tcW w:w="1101" w:type="dxa"/>
          </w:tcPr>
          <w:p w:rsidR="00156636" w:rsidRPr="006C2AE5" w:rsidRDefault="00156636" w:rsidP="007129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C2AE5"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8756" w:type="dxa"/>
          </w:tcPr>
          <w:p w:rsidR="00156636" w:rsidRPr="006C2AE5" w:rsidRDefault="00156636" w:rsidP="007129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C2AE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Укажите полные названия этих документов.  </w:t>
            </w:r>
          </w:p>
        </w:tc>
        <w:tc>
          <w:tcPr>
            <w:tcW w:w="4929" w:type="dxa"/>
            <w:gridSpan w:val="2"/>
          </w:tcPr>
          <w:p w:rsidR="00156636" w:rsidRPr="006C2AE5" w:rsidRDefault="00156636" w:rsidP="007129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C2AE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         Укажите, кто их разрабатывал</w:t>
            </w:r>
          </w:p>
          <w:p w:rsidR="00156636" w:rsidRPr="006C2AE5" w:rsidRDefault="00156636" w:rsidP="007129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56636" w:rsidRPr="006C2AE5" w:rsidTr="007129CD">
        <w:tc>
          <w:tcPr>
            <w:tcW w:w="1101" w:type="dxa"/>
          </w:tcPr>
          <w:p w:rsidR="00156636" w:rsidRPr="006C2AE5" w:rsidRDefault="00156636" w:rsidP="007129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C2AE5"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756" w:type="dxa"/>
          </w:tcPr>
          <w:p w:rsidR="00156636" w:rsidRPr="006C2AE5" w:rsidRDefault="00156636" w:rsidP="007129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929" w:type="dxa"/>
            <w:gridSpan w:val="2"/>
          </w:tcPr>
          <w:p w:rsidR="00156636" w:rsidRPr="006C2AE5" w:rsidRDefault="00156636" w:rsidP="007129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56636" w:rsidRPr="006C2AE5" w:rsidTr="007129CD">
        <w:tc>
          <w:tcPr>
            <w:tcW w:w="1101" w:type="dxa"/>
          </w:tcPr>
          <w:p w:rsidR="00156636" w:rsidRPr="006C2AE5" w:rsidRDefault="00156636" w:rsidP="007129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C2AE5">
              <w:rPr>
                <w:rFonts w:ascii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756" w:type="dxa"/>
          </w:tcPr>
          <w:p w:rsidR="00156636" w:rsidRPr="006C2AE5" w:rsidRDefault="00156636" w:rsidP="007129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929" w:type="dxa"/>
            <w:gridSpan w:val="2"/>
          </w:tcPr>
          <w:p w:rsidR="00156636" w:rsidRPr="006C2AE5" w:rsidRDefault="00156636" w:rsidP="007129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56636" w:rsidRPr="006C2AE5" w:rsidTr="007129CD">
        <w:tc>
          <w:tcPr>
            <w:tcW w:w="1101" w:type="dxa"/>
          </w:tcPr>
          <w:p w:rsidR="00156636" w:rsidRPr="006C2AE5" w:rsidRDefault="00156636" w:rsidP="007129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C2AE5">
              <w:rPr>
                <w:rFonts w:ascii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8756" w:type="dxa"/>
          </w:tcPr>
          <w:p w:rsidR="00156636" w:rsidRPr="006C2AE5" w:rsidRDefault="00156636" w:rsidP="007129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929" w:type="dxa"/>
            <w:gridSpan w:val="2"/>
          </w:tcPr>
          <w:p w:rsidR="00156636" w:rsidRPr="006C2AE5" w:rsidRDefault="00156636" w:rsidP="007129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56636" w:rsidRPr="006C2AE5" w:rsidTr="007129CD">
        <w:tc>
          <w:tcPr>
            <w:tcW w:w="1101" w:type="dxa"/>
          </w:tcPr>
          <w:p w:rsidR="00156636" w:rsidRPr="006C2AE5" w:rsidRDefault="00156636" w:rsidP="007129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C2AE5">
              <w:rPr>
                <w:rFonts w:ascii="Times New Roman" w:hAnsi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8756" w:type="dxa"/>
          </w:tcPr>
          <w:p w:rsidR="00156636" w:rsidRPr="006C2AE5" w:rsidRDefault="00156636" w:rsidP="007129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929" w:type="dxa"/>
            <w:gridSpan w:val="2"/>
          </w:tcPr>
          <w:p w:rsidR="00156636" w:rsidRPr="006C2AE5" w:rsidRDefault="00156636" w:rsidP="007129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56636" w:rsidRPr="006C2AE5" w:rsidTr="007129CD">
        <w:tc>
          <w:tcPr>
            <w:tcW w:w="1101" w:type="dxa"/>
          </w:tcPr>
          <w:p w:rsidR="00156636" w:rsidRPr="006C2AE5" w:rsidRDefault="00156636" w:rsidP="007129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C2AE5">
              <w:rPr>
                <w:rFonts w:ascii="Times New Roman" w:hAnsi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8756" w:type="dxa"/>
          </w:tcPr>
          <w:p w:rsidR="00156636" w:rsidRPr="006C2AE5" w:rsidRDefault="00156636" w:rsidP="007129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929" w:type="dxa"/>
            <w:gridSpan w:val="2"/>
          </w:tcPr>
          <w:p w:rsidR="00156636" w:rsidRPr="006C2AE5" w:rsidRDefault="00156636" w:rsidP="007129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56636" w:rsidRPr="006C2AE5" w:rsidTr="007129CD">
        <w:tc>
          <w:tcPr>
            <w:tcW w:w="1101" w:type="dxa"/>
          </w:tcPr>
          <w:p w:rsidR="00156636" w:rsidRPr="006C2AE5" w:rsidRDefault="00156636" w:rsidP="007129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C2AE5">
              <w:rPr>
                <w:rFonts w:ascii="Times New Roman" w:hAnsi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8756" w:type="dxa"/>
          </w:tcPr>
          <w:p w:rsidR="00156636" w:rsidRPr="006C2AE5" w:rsidRDefault="00156636" w:rsidP="007129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929" w:type="dxa"/>
            <w:gridSpan w:val="2"/>
          </w:tcPr>
          <w:p w:rsidR="00156636" w:rsidRPr="006C2AE5" w:rsidRDefault="00156636" w:rsidP="007129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56636" w:rsidRPr="006C2AE5" w:rsidTr="007129CD">
        <w:tc>
          <w:tcPr>
            <w:tcW w:w="1101" w:type="dxa"/>
          </w:tcPr>
          <w:p w:rsidR="00156636" w:rsidRPr="006C2AE5" w:rsidRDefault="00156636" w:rsidP="007129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C2AE5">
              <w:rPr>
                <w:rFonts w:ascii="Times New Roman" w:hAnsi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8756" w:type="dxa"/>
          </w:tcPr>
          <w:p w:rsidR="00156636" w:rsidRPr="006C2AE5" w:rsidRDefault="00156636" w:rsidP="007129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929" w:type="dxa"/>
            <w:gridSpan w:val="2"/>
          </w:tcPr>
          <w:p w:rsidR="00156636" w:rsidRPr="006C2AE5" w:rsidRDefault="00156636" w:rsidP="007129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56636" w:rsidRPr="006C2AE5" w:rsidTr="007129CD">
        <w:tc>
          <w:tcPr>
            <w:tcW w:w="1101" w:type="dxa"/>
          </w:tcPr>
          <w:p w:rsidR="00156636" w:rsidRPr="006C2AE5" w:rsidRDefault="00156636" w:rsidP="007129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C2AE5">
              <w:rPr>
                <w:rFonts w:ascii="Times New Roman" w:hAnsi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8756" w:type="dxa"/>
          </w:tcPr>
          <w:p w:rsidR="00156636" w:rsidRPr="006C2AE5" w:rsidRDefault="00156636" w:rsidP="007129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929" w:type="dxa"/>
            <w:gridSpan w:val="2"/>
          </w:tcPr>
          <w:p w:rsidR="00156636" w:rsidRPr="006C2AE5" w:rsidRDefault="00156636" w:rsidP="007129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56636" w:rsidRPr="006C2AE5" w:rsidTr="007129CD">
        <w:tc>
          <w:tcPr>
            <w:tcW w:w="1101" w:type="dxa"/>
          </w:tcPr>
          <w:p w:rsidR="00156636" w:rsidRPr="006C2AE5" w:rsidRDefault="00156636" w:rsidP="007129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C2AE5">
              <w:rPr>
                <w:rFonts w:ascii="Times New Roman" w:hAnsi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8756" w:type="dxa"/>
          </w:tcPr>
          <w:p w:rsidR="00156636" w:rsidRPr="006C2AE5" w:rsidRDefault="00156636" w:rsidP="007129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929" w:type="dxa"/>
            <w:gridSpan w:val="2"/>
          </w:tcPr>
          <w:p w:rsidR="00156636" w:rsidRPr="006C2AE5" w:rsidRDefault="00156636" w:rsidP="007129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56636" w:rsidRPr="006C2AE5" w:rsidTr="007129CD">
        <w:tc>
          <w:tcPr>
            <w:tcW w:w="1101" w:type="dxa"/>
          </w:tcPr>
          <w:p w:rsidR="00156636" w:rsidRPr="006C2AE5" w:rsidRDefault="00156636" w:rsidP="007129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C2AE5">
              <w:rPr>
                <w:rFonts w:ascii="Times New Roman" w:hAnsi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8756" w:type="dxa"/>
          </w:tcPr>
          <w:p w:rsidR="00156636" w:rsidRPr="006C2AE5" w:rsidRDefault="00156636" w:rsidP="007129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929" w:type="dxa"/>
            <w:gridSpan w:val="2"/>
          </w:tcPr>
          <w:p w:rsidR="00156636" w:rsidRPr="006C2AE5" w:rsidRDefault="00156636" w:rsidP="007129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56636" w:rsidRPr="006C2AE5" w:rsidTr="007129CD">
        <w:tc>
          <w:tcPr>
            <w:tcW w:w="14786" w:type="dxa"/>
            <w:gridSpan w:val="4"/>
          </w:tcPr>
          <w:p w:rsidR="00156636" w:rsidRPr="006C2AE5" w:rsidRDefault="00156636" w:rsidP="007129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C2AE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2. Какие основные материально-технические средства (оборудование, снаряжение, инвентарь и т.п.) используются в организации</w:t>
            </w:r>
          </w:p>
          <w:p w:rsidR="00156636" w:rsidRPr="006C2AE5" w:rsidRDefault="00156636" w:rsidP="007129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C2AE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воспитательного процесса?</w:t>
            </w:r>
          </w:p>
          <w:p w:rsidR="00156636" w:rsidRPr="006C2AE5" w:rsidRDefault="00156636" w:rsidP="007129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56636" w:rsidRPr="006C2AE5" w:rsidTr="007129CD">
        <w:tc>
          <w:tcPr>
            <w:tcW w:w="1101" w:type="dxa"/>
          </w:tcPr>
          <w:p w:rsidR="00156636" w:rsidRPr="006C2AE5" w:rsidRDefault="00156636" w:rsidP="007129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C2AE5"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8756" w:type="dxa"/>
          </w:tcPr>
          <w:p w:rsidR="00156636" w:rsidRPr="006C2AE5" w:rsidRDefault="00156636" w:rsidP="007129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C2AE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Назовите эти средства</w:t>
            </w:r>
          </w:p>
        </w:tc>
        <w:tc>
          <w:tcPr>
            <w:tcW w:w="4929" w:type="dxa"/>
            <w:gridSpan w:val="2"/>
          </w:tcPr>
          <w:p w:rsidR="00156636" w:rsidRPr="006C2AE5" w:rsidRDefault="00156636" w:rsidP="007129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C2AE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Укажите (кратко), где они</w:t>
            </w:r>
          </w:p>
          <w:p w:rsidR="00156636" w:rsidRPr="006C2AE5" w:rsidRDefault="00156636" w:rsidP="007129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C2AE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используются</w:t>
            </w:r>
          </w:p>
          <w:p w:rsidR="00156636" w:rsidRPr="006C2AE5" w:rsidRDefault="00156636" w:rsidP="007129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56636" w:rsidRPr="006C2AE5" w:rsidTr="007129CD">
        <w:tc>
          <w:tcPr>
            <w:tcW w:w="1101" w:type="dxa"/>
          </w:tcPr>
          <w:p w:rsidR="00156636" w:rsidRPr="006C2AE5" w:rsidRDefault="00156636" w:rsidP="007129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C2AE5"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756" w:type="dxa"/>
          </w:tcPr>
          <w:p w:rsidR="00156636" w:rsidRPr="006C2AE5" w:rsidRDefault="00156636" w:rsidP="007129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929" w:type="dxa"/>
            <w:gridSpan w:val="2"/>
          </w:tcPr>
          <w:p w:rsidR="00156636" w:rsidRPr="006C2AE5" w:rsidRDefault="00156636" w:rsidP="007129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56636" w:rsidRPr="006C2AE5" w:rsidTr="007129CD">
        <w:tc>
          <w:tcPr>
            <w:tcW w:w="1101" w:type="dxa"/>
          </w:tcPr>
          <w:p w:rsidR="00156636" w:rsidRPr="006C2AE5" w:rsidRDefault="00156636" w:rsidP="007129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C2AE5">
              <w:rPr>
                <w:rFonts w:ascii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756" w:type="dxa"/>
          </w:tcPr>
          <w:p w:rsidR="00156636" w:rsidRPr="006C2AE5" w:rsidRDefault="00156636" w:rsidP="007129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929" w:type="dxa"/>
            <w:gridSpan w:val="2"/>
          </w:tcPr>
          <w:p w:rsidR="00156636" w:rsidRPr="006C2AE5" w:rsidRDefault="00156636" w:rsidP="007129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56636" w:rsidRPr="006C2AE5" w:rsidTr="007129CD">
        <w:tc>
          <w:tcPr>
            <w:tcW w:w="1101" w:type="dxa"/>
          </w:tcPr>
          <w:p w:rsidR="00156636" w:rsidRPr="006C2AE5" w:rsidRDefault="00156636" w:rsidP="007129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C2AE5">
              <w:rPr>
                <w:rFonts w:ascii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8756" w:type="dxa"/>
          </w:tcPr>
          <w:p w:rsidR="00156636" w:rsidRPr="006C2AE5" w:rsidRDefault="00156636" w:rsidP="007129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929" w:type="dxa"/>
            <w:gridSpan w:val="2"/>
          </w:tcPr>
          <w:p w:rsidR="00156636" w:rsidRPr="006C2AE5" w:rsidRDefault="00156636" w:rsidP="007129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56636" w:rsidRPr="006C2AE5" w:rsidTr="007129CD">
        <w:tc>
          <w:tcPr>
            <w:tcW w:w="1101" w:type="dxa"/>
          </w:tcPr>
          <w:p w:rsidR="00156636" w:rsidRPr="006C2AE5" w:rsidRDefault="00156636" w:rsidP="007129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C2AE5">
              <w:rPr>
                <w:rFonts w:ascii="Times New Roman" w:hAnsi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8756" w:type="dxa"/>
          </w:tcPr>
          <w:p w:rsidR="00156636" w:rsidRPr="006C2AE5" w:rsidRDefault="00156636" w:rsidP="007129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929" w:type="dxa"/>
            <w:gridSpan w:val="2"/>
          </w:tcPr>
          <w:p w:rsidR="00156636" w:rsidRPr="006C2AE5" w:rsidRDefault="00156636" w:rsidP="007129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56636" w:rsidRPr="006C2AE5" w:rsidTr="007129CD">
        <w:tc>
          <w:tcPr>
            <w:tcW w:w="1101" w:type="dxa"/>
          </w:tcPr>
          <w:p w:rsidR="00156636" w:rsidRPr="006C2AE5" w:rsidRDefault="00156636" w:rsidP="007129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C2AE5">
              <w:rPr>
                <w:rFonts w:ascii="Times New Roman" w:hAnsi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8756" w:type="dxa"/>
          </w:tcPr>
          <w:p w:rsidR="00156636" w:rsidRPr="006C2AE5" w:rsidRDefault="00156636" w:rsidP="007129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929" w:type="dxa"/>
            <w:gridSpan w:val="2"/>
          </w:tcPr>
          <w:p w:rsidR="00156636" w:rsidRPr="006C2AE5" w:rsidRDefault="00156636" w:rsidP="007129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56636" w:rsidRPr="006C2AE5" w:rsidTr="007129CD">
        <w:tc>
          <w:tcPr>
            <w:tcW w:w="1101" w:type="dxa"/>
          </w:tcPr>
          <w:p w:rsidR="00156636" w:rsidRPr="006C2AE5" w:rsidRDefault="00156636" w:rsidP="007129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C2AE5">
              <w:rPr>
                <w:rFonts w:ascii="Times New Roman" w:hAnsi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8756" w:type="dxa"/>
          </w:tcPr>
          <w:p w:rsidR="00156636" w:rsidRPr="006C2AE5" w:rsidRDefault="00156636" w:rsidP="007129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929" w:type="dxa"/>
            <w:gridSpan w:val="2"/>
          </w:tcPr>
          <w:p w:rsidR="00156636" w:rsidRPr="006C2AE5" w:rsidRDefault="00156636" w:rsidP="007129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56636" w:rsidRPr="006C2AE5" w:rsidTr="007129CD">
        <w:tc>
          <w:tcPr>
            <w:tcW w:w="1101" w:type="dxa"/>
          </w:tcPr>
          <w:p w:rsidR="00156636" w:rsidRPr="006C2AE5" w:rsidRDefault="00156636" w:rsidP="007129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C2AE5">
              <w:rPr>
                <w:rFonts w:ascii="Times New Roman" w:hAnsi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8756" w:type="dxa"/>
          </w:tcPr>
          <w:p w:rsidR="00156636" w:rsidRPr="006C2AE5" w:rsidRDefault="00156636" w:rsidP="007129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929" w:type="dxa"/>
            <w:gridSpan w:val="2"/>
          </w:tcPr>
          <w:p w:rsidR="00156636" w:rsidRPr="006C2AE5" w:rsidRDefault="00156636" w:rsidP="007129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56636" w:rsidRPr="006C2AE5" w:rsidTr="007129CD">
        <w:tc>
          <w:tcPr>
            <w:tcW w:w="1101" w:type="dxa"/>
          </w:tcPr>
          <w:p w:rsidR="00156636" w:rsidRPr="006C2AE5" w:rsidRDefault="00156636" w:rsidP="007129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C2AE5">
              <w:rPr>
                <w:rFonts w:ascii="Times New Roman" w:hAnsi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8756" w:type="dxa"/>
          </w:tcPr>
          <w:p w:rsidR="00156636" w:rsidRPr="006C2AE5" w:rsidRDefault="00156636" w:rsidP="007129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929" w:type="dxa"/>
            <w:gridSpan w:val="2"/>
          </w:tcPr>
          <w:p w:rsidR="00156636" w:rsidRPr="006C2AE5" w:rsidRDefault="00156636" w:rsidP="007129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56636" w:rsidRPr="006C2AE5" w:rsidTr="007129CD">
        <w:tc>
          <w:tcPr>
            <w:tcW w:w="1101" w:type="dxa"/>
          </w:tcPr>
          <w:p w:rsidR="00156636" w:rsidRPr="006C2AE5" w:rsidRDefault="00156636" w:rsidP="007129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C2AE5">
              <w:rPr>
                <w:rFonts w:ascii="Times New Roman" w:hAnsi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8756" w:type="dxa"/>
          </w:tcPr>
          <w:p w:rsidR="00156636" w:rsidRPr="006C2AE5" w:rsidRDefault="00156636" w:rsidP="007129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929" w:type="dxa"/>
            <w:gridSpan w:val="2"/>
          </w:tcPr>
          <w:p w:rsidR="00156636" w:rsidRPr="006C2AE5" w:rsidRDefault="00156636" w:rsidP="007129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56636" w:rsidRPr="006C2AE5" w:rsidTr="007129CD">
        <w:tc>
          <w:tcPr>
            <w:tcW w:w="1101" w:type="dxa"/>
          </w:tcPr>
          <w:p w:rsidR="00156636" w:rsidRPr="006C2AE5" w:rsidRDefault="00156636" w:rsidP="007129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C2AE5">
              <w:rPr>
                <w:rFonts w:ascii="Times New Roman" w:hAnsi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8756" w:type="dxa"/>
          </w:tcPr>
          <w:p w:rsidR="00156636" w:rsidRPr="006C2AE5" w:rsidRDefault="00156636" w:rsidP="007129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929" w:type="dxa"/>
            <w:gridSpan w:val="2"/>
          </w:tcPr>
          <w:p w:rsidR="00156636" w:rsidRPr="006C2AE5" w:rsidRDefault="00156636" w:rsidP="007129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56636" w:rsidRPr="006C2AE5" w:rsidTr="007129CD">
        <w:tc>
          <w:tcPr>
            <w:tcW w:w="14786" w:type="dxa"/>
            <w:gridSpan w:val="4"/>
          </w:tcPr>
          <w:p w:rsidR="00156636" w:rsidRPr="006C2AE5" w:rsidRDefault="00156636" w:rsidP="007129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C2AE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3. Какие информационные ресурсы  используются в организации воспитательного процесса?</w:t>
            </w:r>
          </w:p>
          <w:p w:rsidR="00156636" w:rsidRPr="006C2AE5" w:rsidRDefault="00156636" w:rsidP="007129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56636" w:rsidRPr="006C2AE5" w:rsidTr="007129CD">
        <w:tc>
          <w:tcPr>
            <w:tcW w:w="1101" w:type="dxa"/>
          </w:tcPr>
          <w:p w:rsidR="00156636" w:rsidRPr="006C2AE5" w:rsidRDefault="00156636" w:rsidP="007129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C2AE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8756" w:type="dxa"/>
          </w:tcPr>
          <w:p w:rsidR="00156636" w:rsidRPr="006C2AE5" w:rsidRDefault="00156636" w:rsidP="007129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C2AE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Подчеркните нужное</w:t>
            </w:r>
          </w:p>
        </w:tc>
        <w:tc>
          <w:tcPr>
            <w:tcW w:w="4929" w:type="dxa"/>
            <w:gridSpan w:val="2"/>
          </w:tcPr>
          <w:p w:rsidR="00156636" w:rsidRPr="006C2AE5" w:rsidRDefault="00156636" w:rsidP="007129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C2AE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Укажите (кратко), каким образом они используются</w:t>
            </w:r>
          </w:p>
          <w:p w:rsidR="00156636" w:rsidRPr="006C2AE5" w:rsidRDefault="00156636" w:rsidP="007129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56636" w:rsidRPr="006C2AE5" w:rsidTr="007129CD">
        <w:tc>
          <w:tcPr>
            <w:tcW w:w="1101" w:type="dxa"/>
          </w:tcPr>
          <w:p w:rsidR="00156636" w:rsidRPr="006C2AE5" w:rsidRDefault="00156636" w:rsidP="007129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C2AE5"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756" w:type="dxa"/>
          </w:tcPr>
          <w:p w:rsidR="00156636" w:rsidRPr="006C2AE5" w:rsidRDefault="00156636" w:rsidP="007129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C2AE5">
              <w:rPr>
                <w:rFonts w:ascii="Times New Roman" w:hAnsi="Times New Roman"/>
                <w:sz w:val="24"/>
                <w:szCs w:val="24"/>
                <w:lang w:eastAsia="ru-RU"/>
              </w:rPr>
              <w:t>Интернет</w:t>
            </w:r>
          </w:p>
        </w:tc>
        <w:tc>
          <w:tcPr>
            <w:tcW w:w="4929" w:type="dxa"/>
            <w:gridSpan w:val="2"/>
          </w:tcPr>
          <w:p w:rsidR="00156636" w:rsidRPr="006C2AE5" w:rsidRDefault="00156636" w:rsidP="007129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56636" w:rsidRPr="006C2AE5" w:rsidTr="007129CD">
        <w:tc>
          <w:tcPr>
            <w:tcW w:w="1101" w:type="dxa"/>
          </w:tcPr>
          <w:p w:rsidR="00156636" w:rsidRPr="006C2AE5" w:rsidRDefault="00156636" w:rsidP="007129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C2AE5">
              <w:rPr>
                <w:rFonts w:ascii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756" w:type="dxa"/>
          </w:tcPr>
          <w:p w:rsidR="00156636" w:rsidRPr="006C2AE5" w:rsidRDefault="00156636" w:rsidP="007129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C2AE5">
              <w:rPr>
                <w:rFonts w:ascii="Times New Roman" w:hAnsi="Times New Roman"/>
                <w:sz w:val="24"/>
                <w:szCs w:val="24"/>
                <w:lang w:eastAsia="ru-RU"/>
              </w:rPr>
              <w:t>Итранет  (внутришкольная сеть)</w:t>
            </w:r>
          </w:p>
        </w:tc>
        <w:tc>
          <w:tcPr>
            <w:tcW w:w="4929" w:type="dxa"/>
            <w:gridSpan w:val="2"/>
          </w:tcPr>
          <w:p w:rsidR="00156636" w:rsidRPr="006C2AE5" w:rsidRDefault="00156636" w:rsidP="007129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56636" w:rsidRPr="006C2AE5" w:rsidTr="007129CD">
        <w:tc>
          <w:tcPr>
            <w:tcW w:w="1101" w:type="dxa"/>
          </w:tcPr>
          <w:p w:rsidR="00156636" w:rsidRPr="006C2AE5" w:rsidRDefault="00156636" w:rsidP="007129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C2AE5">
              <w:rPr>
                <w:rFonts w:ascii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8756" w:type="dxa"/>
          </w:tcPr>
          <w:p w:rsidR="00156636" w:rsidRPr="006C2AE5" w:rsidRDefault="00156636" w:rsidP="007129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C2AE5">
              <w:rPr>
                <w:rFonts w:ascii="Times New Roman" w:hAnsi="Times New Roman"/>
                <w:sz w:val="24"/>
                <w:szCs w:val="24"/>
                <w:lang w:eastAsia="ru-RU"/>
              </w:rPr>
              <w:t>Школьное телевидение</w:t>
            </w:r>
          </w:p>
        </w:tc>
        <w:tc>
          <w:tcPr>
            <w:tcW w:w="4929" w:type="dxa"/>
            <w:gridSpan w:val="2"/>
          </w:tcPr>
          <w:p w:rsidR="00156636" w:rsidRPr="006C2AE5" w:rsidRDefault="00156636" w:rsidP="007129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56636" w:rsidRPr="006C2AE5" w:rsidTr="007129CD">
        <w:tc>
          <w:tcPr>
            <w:tcW w:w="1101" w:type="dxa"/>
          </w:tcPr>
          <w:p w:rsidR="00156636" w:rsidRPr="006C2AE5" w:rsidRDefault="00156636" w:rsidP="007129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C2AE5">
              <w:rPr>
                <w:rFonts w:ascii="Times New Roman" w:hAnsi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8756" w:type="dxa"/>
          </w:tcPr>
          <w:p w:rsidR="00156636" w:rsidRPr="006C2AE5" w:rsidRDefault="00156636" w:rsidP="007129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C2AE5">
              <w:rPr>
                <w:rFonts w:ascii="Times New Roman" w:hAnsi="Times New Roman"/>
                <w:sz w:val="24"/>
                <w:szCs w:val="24"/>
                <w:lang w:eastAsia="ru-RU"/>
              </w:rPr>
              <w:t>Школьное радио</w:t>
            </w:r>
          </w:p>
        </w:tc>
        <w:tc>
          <w:tcPr>
            <w:tcW w:w="4929" w:type="dxa"/>
            <w:gridSpan w:val="2"/>
          </w:tcPr>
          <w:p w:rsidR="00156636" w:rsidRPr="006C2AE5" w:rsidRDefault="00156636" w:rsidP="007129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56636" w:rsidRPr="006C2AE5" w:rsidTr="007129CD">
        <w:tc>
          <w:tcPr>
            <w:tcW w:w="1101" w:type="dxa"/>
          </w:tcPr>
          <w:p w:rsidR="00156636" w:rsidRPr="006C2AE5" w:rsidRDefault="00156636" w:rsidP="007129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C2AE5">
              <w:rPr>
                <w:rFonts w:ascii="Times New Roman" w:hAnsi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8756" w:type="dxa"/>
          </w:tcPr>
          <w:p w:rsidR="00156636" w:rsidRPr="006C2AE5" w:rsidRDefault="00156636" w:rsidP="007129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C2AE5">
              <w:rPr>
                <w:rFonts w:ascii="Times New Roman" w:hAnsi="Times New Roman"/>
                <w:sz w:val="24"/>
                <w:szCs w:val="24"/>
                <w:lang w:eastAsia="ru-RU"/>
              </w:rPr>
              <w:t>Школьная газета</w:t>
            </w:r>
          </w:p>
        </w:tc>
        <w:tc>
          <w:tcPr>
            <w:tcW w:w="4929" w:type="dxa"/>
            <w:gridSpan w:val="2"/>
          </w:tcPr>
          <w:p w:rsidR="00156636" w:rsidRPr="006C2AE5" w:rsidRDefault="00156636" w:rsidP="007129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56636" w:rsidRPr="006C2AE5" w:rsidTr="007129CD">
        <w:tc>
          <w:tcPr>
            <w:tcW w:w="1101" w:type="dxa"/>
          </w:tcPr>
          <w:p w:rsidR="00156636" w:rsidRPr="006C2AE5" w:rsidRDefault="00156636" w:rsidP="007129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C2AE5">
              <w:rPr>
                <w:rFonts w:ascii="Times New Roman" w:hAnsi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8756" w:type="dxa"/>
          </w:tcPr>
          <w:p w:rsidR="00156636" w:rsidRPr="006C2AE5" w:rsidRDefault="00156636" w:rsidP="007129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Что-то </w:t>
            </w:r>
            <w:r w:rsidRPr="006C2A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ещё (укажите – что именно)</w:t>
            </w:r>
          </w:p>
          <w:p w:rsidR="00156636" w:rsidRPr="006C2AE5" w:rsidRDefault="00156636" w:rsidP="007129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929" w:type="dxa"/>
            <w:gridSpan w:val="2"/>
          </w:tcPr>
          <w:p w:rsidR="00156636" w:rsidRPr="006C2AE5" w:rsidRDefault="00156636" w:rsidP="007129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56636" w:rsidRPr="006C2AE5" w:rsidTr="007129CD">
        <w:tc>
          <w:tcPr>
            <w:tcW w:w="14786" w:type="dxa"/>
            <w:gridSpan w:val="4"/>
          </w:tcPr>
          <w:p w:rsidR="00156636" w:rsidRPr="006C2AE5" w:rsidRDefault="00156636" w:rsidP="0063165F">
            <w:pPr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4.</w:t>
            </w:r>
            <w:r w:rsidRPr="006C2AE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Отметьте  существующих специалистов, осуществляющих процесс воспитания в образовательном учреждении</w:t>
            </w:r>
          </w:p>
          <w:p w:rsidR="00156636" w:rsidRPr="006C2AE5" w:rsidRDefault="00156636" w:rsidP="007129CD">
            <w:pPr>
              <w:autoSpaceDE w:val="0"/>
              <w:autoSpaceDN w:val="0"/>
              <w:adjustRightInd w:val="0"/>
              <w:spacing w:after="0" w:line="240" w:lineRule="auto"/>
              <w:ind w:left="72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C2AE5">
              <w:rPr>
                <w:rFonts w:ascii="Times New Roman" w:hAnsi="Times New Roman"/>
                <w:sz w:val="24"/>
                <w:szCs w:val="24"/>
                <w:lang w:eastAsia="ru-RU"/>
              </w:rPr>
              <w:t>(любым знаком)</w:t>
            </w:r>
          </w:p>
          <w:p w:rsidR="00156636" w:rsidRPr="006C2AE5" w:rsidRDefault="00156636" w:rsidP="007129CD">
            <w:pPr>
              <w:autoSpaceDE w:val="0"/>
              <w:autoSpaceDN w:val="0"/>
              <w:adjustRightInd w:val="0"/>
              <w:spacing w:after="0" w:line="240" w:lineRule="auto"/>
              <w:ind w:left="72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C2AE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При наличии вакансий – укажите  в правой колонке словом «вакансия»</w:t>
            </w:r>
          </w:p>
          <w:p w:rsidR="00156636" w:rsidRPr="006C2AE5" w:rsidRDefault="00156636" w:rsidP="007129CD">
            <w:p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156636" w:rsidRPr="006C2AE5" w:rsidTr="007129CD">
        <w:tc>
          <w:tcPr>
            <w:tcW w:w="1101" w:type="dxa"/>
          </w:tcPr>
          <w:p w:rsidR="00156636" w:rsidRPr="006C2AE5" w:rsidRDefault="00156636" w:rsidP="007129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C2AE5"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756" w:type="dxa"/>
          </w:tcPr>
          <w:p w:rsidR="00156636" w:rsidRPr="006C2AE5" w:rsidRDefault="00156636" w:rsidP="007129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C2AE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Заместитель директора по воспитательной работе</w:t>
            </w:r>
          </w:p>
          <w:p w:rsidR="00156636" w:rsidRPr="006C2AE5" w:rsidRDefault="00156636" w:rsidP="007129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C2AE5">
              <w:rPr>
                <w:rFonts w:ascii="Times New Roman" w:hAnsi="Times New Roman"/>
                <w:sz w:val="24"/>
                <w:szCs w:val="24"/>
                <w:lang w:eastAsia="ru-RU"/>
              </w:rPr>
              <w:t>Укажите наличие</w:t>
            </w:r>
          </w:p>
        </w:tc>
        <w:tc>
          <w:tcPr>
            <w:tcW w:w="4929" w:type="dxa"/>
            <w:gridSpan w:val="2"/>
          </w:tcPr>
          <w:p w:rsidR="00156636" w:rsidRPr="006C2AE5" w:rsidRDefault="00156636" w:rsidP="007129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56636" w:rsidRPr="006C2AE5" w:rsidTr="007129CD">
        <w:tc>
          <w:tcPr>
            <w:tcW w:w="1101" w:type="dxa"/>
          </w:tcPr>
          <w:p w:rsidR="00156636" w:rsidRPr="006C2AE5" w:rsidRDefault="00156636" w:rsidP="007129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C2AE5">
              <w:rPr>
                <w:rFonts w:ascii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756" w:type="dxa"/>
          </w:tcPr>
          <w:p w:rsidR="00156636" w:rsidRPr="006C2AE5" w:rsidRDefault="00156636" w:rsidP="007129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C2AE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Педагог-организатор</w:t>
            </w:r>
          </w:p>
          <w:p w:rsidR="00156636" w:rsidRPr="006C2AE5" w:rsidRDefault="00156636" w:rsidP="007129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C2AE5">
              <w:rPr>
                <w:rFonts w:ascii="Times New Roman" w:hAnsi="Times New Roman"/>
                <w:sz w:val="24"/>
                <w:szCs w:val="24"/>
                <w:lang w:eastAsia="ru-RU"/>
              </w:rPr>
              <w:t>Укажите наличие и количество</w:t>
            </w:r>
          </w:p>
        </w:tc>
        <w:tc>
          <w:tcPr>
            <w:tcW w:w="4929" w:type="dxa"/>
            <w:gridSpan w:val="2"/>
          </w:tcPr>
          <w:p w:rsidR="00156636" w:rsidRPr="006C2AE5" w:rsidRDefault="00156636" w:rsidP="007129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56636" w:rsidRPr="006C2AE5" w:rsidTr="007129CD">
        <w:tc>
          <w:tcPr>
            <w:tcW w:w="1101" w:type="dxa"/>
          </w:tcPr>
          <w:p w:rsidR="00156636" w:rsidRPr="006C2AE5" w:rsidRDefault="00156636" w:rsidP="007129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C2AE5">
              <w:rPr>
                <w:rFonts w:ascii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8756" w:type="dxa"/>
          </w:tcPr>
          <w:p w:rsidR="00156636" w:rsidRPr="006C2AE5" w:rsidRDefault="00156636" w:rsidP="007129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C2AE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Социальный педагог</w:t>
            </w:r>
            <w:r w:rsidRPr="006C2A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156636" w:rsidRPr="006C2AE5" w:rsidRDefault="00156636" w:rsidP="007129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C2AE5">
              <w:rPr>
                <w:rFonts w:ascii="Times New Roman" w:hAnsi="Times New Roman"/>
                <w:sz w:val="24"/>
                <w:szCs w:val="24"/>
                <w:lang w:eastAsia="ru-RU"/>
              </w:rPr>
              <w:t>Укажите наличие</w:t>
            </w:r>
          </w:p>
        </w:tc>
        <w:tc>
          <w:tcPr>
            <w:tcW w:w="4929" w:type="dxa"/>
            <w:gridSpan w:val="2"/>
          </w:tcPr>
          <w:p w:rsidR="00156636" w:rsidRPr="006C2AE5" w:rsidRDefault="00156636" w:rsidP="007129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56636" w:rsidRPr="006C2AE5" w:rsidTr="007129CD">
        <w:tc>
          <w:tcPr>
            <w:tcW w:w="1101" w:type="dxa"/>
          </w:tcPr>
          <w:p w:rsidR="00156636" w:rsidRPr="006C2AE5" w:rsidRDefault="00156636" w:rsidP="007129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C2AE5">
              <w:rPr>
                <w:rFonts w:ascii="Times New Roman" w:hAnsi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8756" w:type="dxa"/>
          </w:tcPr>
          <w:p w:rsidR="00156636" w:rsidRPr="006C2AE5" w:rsidRDefault="00156636" w:rsidP="007129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C2AE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Старший вожатый</w:t>
            </w:r>
            <w:r w:rsidRPr="006C2A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156636" w:rsidRPr="006C2AE5" w:rsidRDefault="00156636" w:rsidP="007129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C2AE5">
              <w:rPr>
                <w:rFonts w:ascii="Times New Roman" w:hAnsi="Times New Roman"/>
                <w:sz w:val="24"/>
                <w:szCs w:val="24"/>
                <w:lang w:eastAsia="ru-RU"/>
              </w:rPr>
              <w:t>Укажите наличие</w:t>
            </w:r>
          </w:p>
        </w:tc>
        <w:tc>
          <w:tcPr>
            <w:tcW w:w="4929" w:type="dxa"/>
            <w:gridSpan w:val="2"/>
          </w:tcPr>
          <w:p w:rsidR="00156636" w:rsidRPr="006C2AE5" w:rsidRDefault="00156636" w:rsidP="007129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56636" w:rsidRPr="006C2AE5" w:rsidTr="007129CD">
        <w:tc>
          <w:tcPr>
            <w:tcW w:w="1101" w:type="dxa"/>
          </w:tcPr>
          <w:p w:rsidR="00156636" w:rsidRPr="006C2AE5" w:rsidRDefault="00156636" w:rsidP="007129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C2AE5">
              <w:rPr>
                <w:rFonts w:ascii="Times New Roman" w:hAnsi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8756" w:type="dxa"/>
          </w:tcPr>
          <w:p w:rsidR="00156636" w:rsidRPr="006C2AE5" w:rsidRDefault="00156636" w:rsidP="007129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C2AE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Педагог-психолог</w:t>
            </w:r>
            <w:r w:rsidRPr="006C2A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156636" w:rsidRPr="006C2AE5" w:rsidRDefault="00156636" w:rsidP="007129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C2AE5">
              <w:rPr>
                <w:rFonts w:ascii="Times New Roman" w:hAnsi="Times New Roman"/>
                <w:sz w:val="24"/>
                <w:szCs w:val="24"/>
                <w:lang w:eastAsia="ru-RU"/>
              </w:rPr>
              <w:t>Укажите наличие</w:t>
            </w:r>
          </w:p>
        </w:tc>
        <w:tc>
          <w:tcPr>
            <w:tcW w:w="4929" w:type="dxa"/>
            <w:gridSpan w:val="2"/>
          </w:tcPr>
          <w:p w:rsidR="00156636" w:rsidRPr="006C2AE5" w:rsidRDefault="00156636" w:rsidP="007129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56636" w:rsidRPr="006C2AE5" w:rsidTr="007129CD">
        <w:tc>
          <w:tcPr>
            <w:tcW w:w="1101" w:type="dxa"/>
          </w:tcPr>
          <w:p w:rsidR="00156636" w:rsidRPr="006C2AE5" w:rsidRDefault="00156636" w:rsidP="007129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C2AE5">
              <w:rPr>
                <w:rFonts w:ascii="Times New Roman" w:hAnsi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8756" w:type="dxa"/>
          </w:tcPr>
          <w:p w:rsidR="00156636" w:rsidRPr="006C2AE5" w:rsidRDefault="00156636" w:rsidP="007129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C2AE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Воспитатель ГПД</w:t>
            </w:r>
          </w:p>
          <w:p w:rsidR="00156636" w:rsidRPr="006C2AE5" w:rsidRDefault="00156636" w:rsidP="007129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C2AE5">
              <w:rPr>
                <w:rFonts w:ascii="Times New Roman" w:hAnsi="Times New Roman"/>
                <w:sz w:val="24"/>
                <w:szCs w:val="24"/>
                <w:lang w:eastAsia="ru-RU"/>
              </w:rPr>
              <w:t>Укажите наличие и количество</w:t>
            </w:r>
          </w:p>
        </w:tc>
        <w:tc>
          <w:tcPr>
            <w:tcW w:w="4929" w:type="dxa"/>
            <w:gridSpan w:val="2"/>
          </w:tcPr>
          <w:p w:rsidR="00156636" w:rsidRPr="006C2AE5" w:rsidRDefault="00156636" w:rsidP="007129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56636" w:rsidRPr="006C2AE5" w:rsidTr="007129CD">
        <w:tc>
          <w:tcPr>
            <w:tcW w:w="1101" w:type="dxa"/>
          </w:tcPr>
          <w:p w:rsidR="00156636" w:rsidRPr="006C2AE5" w:rsidRDefault="00156636" w:rsidP="007129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C2AE5">
              <w:rPr>
                <w:rFonts w:ascii="Times New Roman" w:hAnsi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8756" w:type="dxa"/>
          </w:tcPr>
          <w:p w:rsidR="00156636" w:rsidRPr="006C2AE5" w:rsidRDefault="00156636" w:rsidP="007129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C2AE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Специалисты дополнительного образования детей</w:t>
            </w:r>
          </w:p>
          <w:p w:rsidR="00156636" w:rsidRPr="006C2AE5" w:rsidRDefault="00156636" w:rsidP="007129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C2AE5">
              <w:rPr>
                <w:rFonts w:ascii="Times New Roman" w:hAnsi="Times New Roman"/>
                <w:sz w:val="24"/>
                <w:szCs w:val="24"/>
                <w:lang w:eastAsia="ru-RU"/>
              </w:rPr>
              <w:t>Укажите наличие и количество</w:t>
            </w:r>
          </w:p>
        </w:tc>
        <w:tc>
          <w:tcPr>
            <w:tcW w:w="4929" w:type="dxa"/>
            <w:gridSpan w:val="2"/>
          </w:tcPr>
          <w:p w:rsidR="00156636" w:rsidRPr="006C2AE5" w:rsidRDefault="00156636" w:rsidP="007129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56636" w:rsidRPr="006C2AE5" w:rsidTr="007129CD">
        <w:tc>
          <w:tcPr>
            <w:tcW w:w="1101" w:type="dxa"/>
          </w:tcPr>
          <w:p w:rsidR="00156636" w:rsidRPr="006C2AE5" w:rsidRDefault="00156636" w:rsidP="007129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C2AE5">
              <w:rPr>
                <w:rFonts w:ascii="Times New Roman" w:hAnsi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8756" w:type="dxa"/>
          </w:tcPr>
          <w:p w:rsidR="00156636" w:rsidRPr="006C2AE5" w:rsidRDefault="00156636" w:rsidP="007129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C2AE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Классный руководитель</w:t>
            </w:r>
          </w:p>
          <w:p w:rsidR="00156636" w:rsidRPr="006C2AE5" w:rsidRDefault="00156636" w:rsidP="007129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C2AE5">
              <w:rPr>
                <w:rFonts w:ascii="Times New Roman" w:hAnsi="Times New Roman"/>
                <w:sz w:val="24"/>
                <w:szCs w:val="24"/>
                <w:lang w:eastAsia="ru-RU"/>
              </w:rPr>
              <w:t>Укажите наличие и количество</w:t>
            </w:r>
          </w:p>
        </w:tc>
        <w:tc>
          <w:tcPr>
            <w:tcW w:w="4929" w:type="dxa"/>
            <w:gridSpan w:val="2"/>
          </w:tcPr>
          <w:p w:rsidR="00156636" w:rsidRPr="006C2AE5" w:rsidRDefault="00156636" w:rsidP="007129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56636" w:rsidRPr="006C2AE5" w:rsidTr="007129CD">
        <w:tc>
          <w:tcPr>
            <w:tcW w:w="1101" w:type="dxa"/>
          </w:tcPr>
          <w:p w:rsidR="00156636" w:rsidRPr="006C2AE5" w:rsidRDefault="00156636" w:rsidP="007129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C2AE5">
              <w:rPr>
                <w:rFonts w:ascii="Times New Roman" w:hAnsi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8756" w:type="dxa"/>
          </w:tcPr>
          <w:p w:rsidR="00156636" w:rsidRPr="006C2AE5" w:rsidRDefault="00156636" w:rsidP="007129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C2AE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Другие: ….</w:t>
            </w:r>
          </w:p>
          <w:p w:rsidR="00156636" w:rsidRPr="006C2AE5" w:rsidRDefault="00156636" w:rsidP="007129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929" w:type="dxa"/>
            <w:gridSpan w:val="2"/>
          </w:tcPr>
          <w:p w:rsidR="00156636" w:rsidRPr="006C2AE5" w:rsidRDefault="00156636" w:rsidP="007129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56636" w:rsidRPr="006C2AE5" w:rsidTr="007129CD">
        <w:tc>
          <w:tcPr>
            <w:tcW w:w="14786" w:type="dxa"/>
            <w:gridSpan w:val="4"/>
          </w:tcPr>
          <w:p w:rsidR="00156636" w:rsidRPr="006C2AE5" w:rsidRDefault="00156636" w:rsidP="007129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C2AE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5. Перечислите компоненты внутришкольной системы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6C2AE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повышения квалификации педагогов в сфере воспитания,</w:t>
            </w:r>
          </w:p>
          <w:p w:rsidR="00156636" w:rsidRPr="006C2AE5" w:rsidRDefault="00156636" w:rsidP="007129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C2AE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которые были задействованы в минувшем учебном году?</w:t>
            </w:r>
          </w:p>
          <w:p w:rsidR="00156636" w:rsidRPr="006C2AE5" w:rsidRDefault="00156636" w:rsidP="007129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C2AE5">
              <w:rPr>
                <w:rFonts w:ascii="Times New Roman" w:hAnsi="Times New Roman"/>
                <w:sz w:val="24"/>
                <w:szCs w:val="24"/>
                <w:lang w:eastAsia="ru-RU"/>
              </w:rPr>
              <w:t>(отметьте эти компоненты любым знаком в правой колонке,  а в скобках приведите несколько примеров)</w:t>
            </w:r>
          </w:p>
        </w:tc>
      </w:tr>
      <w:tr w:rsidR="00156636" w:rsidRPr="006C2AE5" w:rsidTr="007129CD">
        <w:tc>
          <w:tcPr>
            <w:tcW w:w="1101" w:type="dxa"/>
          </w:tcPr>
          <w:p w:rsidR="00156636" w:rsidRPr="006C2AE5" w:rsidRDefault="00156636" w:rsidP="007129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C2AE5"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1340" w:type="dxa"/>
            <w:gridSpan w:val="2"/>
          </w:tcPr>
          <w:p w:rsidR="00156636" w:rsidRPr="006C2AE5" w:rsidRDefault="00156636" w:rsidP="007129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C2AE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Педагогические советы</w:t>
            </w:r>
          </w:p>
          <w:p w:rsidR="00156636" w:rsidRPr="006C2AE5" w:rsidRDefault="00156636" w:rsidP="007129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C2AE5">
              <w:rPr>
                <w:rFonts w:ascii="Times New Roman" w:hAnsi="Times New Roman"/>
                <w:sz w:val="24"/>
                <w:szCs w:val="24"/>
                <w:lang w:eastAsia="ru-RU"/>
              </w:rPr>
              <w:t>Назовите темы и формы проведения: ...</w:t>
            </w:r>
          </w:p>
          <w:p w:rsidR="00156636" w:rsidRPr="006C2AE5" w:rsidRDefault="00156636" w:rsidP="007129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56636" w:rsidRPr="006C2AE5" w:rsidRDefault="00156636" w:rsidP="007129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5" w:type="dxa"/>
          </w:tcPr>
          <w:p w:rsidR="00156636" w:rsidRPr="006C2AE5" w:rsidRDefault="00156636" w:rsidP="007129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56636" w:rsidRPr="006C2AE5" w:rsidTr="007129CD">
        <w:tc>
          <w:tcPr>
            <w:tcW w:w="1101" w:type="dxa"/>
          </w:tcPr>
          <w:p w:rsidR="00156636" w:rsidRPr="006C2AE5" w:rsidRDefault="00156636" w:rsidP="007129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C2AE5">
              <w:rPr>
                <w:rFonts w:ascii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1340" w:type="dxa"/>
            <w:gridSpan w:val="2"/>
          </w:tcPr>
          <w:p w:rsidR="00156636" w:rsidRPr="006C2AE5" w:rsidRDefault="00156636" w:rsidP="007129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C2AE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Заседания методических объединений / кафедр</w:t>
            </w:r>
          </w:p>
          <w:p w:rsidR="00156636" w:rsidRPr="006C2AE5" w:rsidRDefault="00156636" w:rsidP="007129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C2AE5">
              <w:rPr>
                <w:rFonts w:ascii="Times New Roman" w:hAnsi="Times New Roman"/>
                <w:sz w:val="24"/>
                <w:szCs w:val="24"/>
                <w:lang w:eastAsia="ru-RU"/>
              </w:rPr>
              <w:t>Укажите их название, назовите темы заседаний и формы проведения: ...</w:t>
            </w:r>
          </w:p>
          <w:p w:rsidR="00156636" w:rsidRPr="006C2AE5" w:rsidRDefault="00156636" w:rsidP="007129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56636" w:rsidRPr="006C2AE5" w:rsidRDefault="00156636" w:rsidP="007129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5" w:type="dxa"/>
          </w:tcPr>
          <w:p w:rsidR="00156636" w:rsidRPr="006C2AE5" w:rsidRDefault="00156636" w:rsidP="007129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56636" w:rsidRPr="006C2AE5" w:rsidTr="007129CD">
        <w:tc>
          <w:tcPr>
            <w:tcW w:w="1101" w:type="dxa"/>
          </w:tcPr>
          <w:p w:rsidR="00156636" w:rsidRPr="006C2AE5" w:rsidRDefault="00156636" w:rsidP="007129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C2AE5">
              <w:rPr>
                <w:rFonts w:ascii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1340" w:type="dxa"/>
            <w:gridSpan w:val="2"/>
          </w:tcPr>
          <w:p w:rsidR="00156636" w:rsidRPr="006C2AE5" w:rsidRDefault="00156636" w:rsidP="007129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C2AE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Обучающие семинары на базе вашего образовательного  учреждения</w:t>
            </w:r>
            <w:r w:rsidRPr="006C2A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156636" w:rsidRPr="006C2AE5" w:rsidRDefault="00156636" w:rsidP="007129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C2AE5">
              <w:rPr>
                <w:rFonts w:ascii="Times New Roman" w:hAnsi="Times New Roman"/>
                <w:sz w:val="24"/>
                <w:szCs w:val="24"/>
                <w:lang w:eastAsia="ru-RU"/>
              </w:rPr>
              <w:t>Назовите темы и формы проведения: ...</w:t>
            </w:r>
          </w:p>
          <w:p w:rsidR="00156636" w:rsidRPr="006C2AE5" w:rsidRDefault="00156636" w:rsidP="007129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56636" w:rsidRPr="006C2AE5" w:rsidRDefault="00156636" w:rsidP="007129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56636" w:rsidRPr="006C2AE5" w:rsidRDefault="00156636" w:rsidP="007129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345" w:type="dxa"/>
          </w:tcPr>
          <w:p w:rsidR="00156636" w:rsidRPr="006C2AE5" w:rsidRDefault="00156636" w:rsidP="007129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56636" w:rsidRPr="006C2AE5" w:rsidTr="007129CD">
        <w:tc>
          <w:tcPr>
            <w:tcW w:w="1101" w:type="dxa"/>
          </w:tcPr>
          <w:p w:rsidR="00156636" w:rsidRPr="006C2AE5" w:rsidRDefault="00156636" w:rsidP="007129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C2AE5">
              <w:rPr>
                <w:rFonts w:ascii="Times New Roman" w:hAnsi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1340" w:type="dxa"/>
            <w:gridSpan w:val="2"/>
          </w:tcPr>
          <w:p w:rsidR="00156636" w:rsidRPr="006C2AE5" w:rsidRDefault="00156636" w:rsidP="007129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C2AE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Научно-практические конференции, круглые столы и т.п.,  проведенные на базе вашего образовательного учреждения</w:t>
            </w:r>
          </w:p>
          <w:p w:rsidR="00156636" w:rsidRPr="006C2AE5" w:rsidRDefault="00156636" w:rsidP="007129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C2AE5">
              <w:rPr>
                <w:rFonts w:ascii="Times New Roman" w:hAnsi="Times New Roman"/>
                <w:sz w:val="24"/>
                <w:szCs w:val="24"/>
                <w:lang w:eastAsia="ru-RU"/>
              </w:rPr>
              <w:t>Назовите темы конференций и формы работы их участников: ...</w:t>
            </w:r>
          </w:p>
          <w:p w:rsidR="00156636" w:rsidRPr="006C2AE5" w:rsidRDefault="00156636" w:rsidP="007129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56636" w:rsidRPr="006C2AE5" w:rsidRDefault="00156636" w:rsidP="007129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45" w:type="dxa"/>
          </w:tcPr>
          <w:p w:rsidR="00156636" w:rsidRPr="006C2AE5" w:rsidRDefault="00156636" w:rsidP="007129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56636" w:rsidRPr="006C2AE5" w:rsidTr="007129CD">
        <w:tc>
          <w:tcPr>
            <w:tcW w:w="1101" w:type="dxa"/>
          </w:tcPr>
          <w:p w:rsidR="00156636" w:rsidRPr="006C2AE5" w:rsidRDefault="00156636" w:rsidP="007129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C2AE5">
              <w:rPr>
                <w:rFonts w:ascii="Times New Roman" w:hAnsi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1340" w:type="dxa"/>
            <w:gridSpan w:val="2"/>
          </w:tcPr>
          <w:p w:rsidR="00156636" w:rsidRPr="006C2AE5" w:rsidRDefault="00156636" w:rsidP="007129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C2AE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Индивидуальная и групповая исследовательская работа  педагогов по воспитательной проблематике</w:t>
            </w:r>
            <w:r w:rsidRPr="006C2A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Укажите темы  исследовательских работ: ...</w:t>
            </w:r>
          </w:p>
          <w:p w:rsidR="00156636" w:rsidRPr="006C2AE5" w:rsidRDefault="00156636" w:rsidP="007129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56636" w:rsidRPr="006C2AE5" w:rsidRDefault="00156636" w:rsidP="007129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45" w:type="dxa"/>
          </w:tcPr>
          <w:p w:rsidR="00156636" w:rsidRPr="006C2AE5" w:rsidRDefault="00156636" w:rsidP="007129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56636" w:rsidRPr="006C2AE5" w:rsidTr="007129CD">
        <w:tc>
          <w:tcPr>
            <w:tcW w:w="1101" w:type="dxa"/>
          </w:tcPr>
          <w:p w:rsidR="00156636" w:rsidRPr="006C2AE5" w:rsidRDefault="00156636" w:rsidP="007129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C2AE5">
              <w:rPr>
                <w:rFonts w:ascii="Times New Roman" w:hAnsi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11340" w:type="dxa"/>
            <w:gridSpan w:val="2"/>
          </w:tcPr>
          <w:p w:rsidR="00156636" w:rsidRPr="006C2AE5" w:rsidRDefault="00156636" w:rsidP="007129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C2AE5">
              <w:rPr>
                <w:rFonts w:ascii="Times New Roman" w:hAnsi="Times New Roman"/>
                <w:sz w:val="24"/>
                <w:szCs w:val="24"/>
                <w:lang w:eastAsia="ru-RU"/>
              </w:rPr>
              <w:t>Другое:….</w:t>
            </w:r>
          </w:p>
        </w:tc>
        <w:tc>
          <w:tcPr>
            <w:tcW w:w="2345" w:type="dxa"/>
          </w:tcPr>
          <w:p w:rsidR="00156636" w:rsidRPr="006C2AE5" w:rsidRDefault="00156636" w:rsidP="007129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56636" w:rsidRPr="006C2AE5" w:rsidTr="007129CD">
        <w:tc>
          <w:tcPr>
            <w:tcW w:w="14786" w:type="dxa"/>
            <w:gridSpan w:val="4"/>
          </w:tcPr>
          <w:p w:rsidR="00156636" w:rsidRPr="006C2AE5" w:rsidRDefault="00156636" w:rsidP="007129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C2AE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6. Какие способы стимулирования и поощрения педагогов,  обеспечивающих процесс воспитания, использовались вами</w:t>
            </w:r>
          </w:p>
          <w:p w:rsidR="00156636" w:rsidRPr="006C2AE5" w:rsidRDefault="00156636" w:rsidP="007129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C2AE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в минувшем году? </w:t>
            </w:r>
            <w:r w:rsidRPr="006C2AE5">
              <w:rPr>
                <w:rFonts w:ascii="Times New Roman" w:hAnsi="Times New Roman"/>
                <w:sz w:val="24"/>
                <w:szCs w:val="24"/>
                <w:lang w:eastAsia="ru-RU"/>
              </w:rPr>
              <w:t>(перечислите)</w:t>
            </w:r>
          </w:p>
        </w:tc>
      </w:tr>
      <w:tr w:rsidR="00156636" w:rsidRPr="006C2AE5" w:rsidTr="007129CD">
        <w:tc>
          <w:tcPr>
            <w:tcW w:w="1101" w:type="dxa"/>
          </w:tcPr>
          <w:p w:rsidR="00156636" w:rsidRPr="006C2AE5" w:rsidRDefault="00156636" w:rsidP="00975371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685" w:type="dxa"/>
            <w:gridSpan w:val="3"/>
          </w:tcPr>
          <w:p w:rsidR="00156636" w:rsidRPr="006C2AE5" w:rsidRDefault="00156636" w:rsidP="007129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56636" w:rsidRPr="006C2AE5" w:rsidTr="007129CD">
        <w:tc>
          <w:tcPr>
            <w:tcW w:w="1101" w:type="dxa"/>
          </w:tcPr>
          <w:p w:rsidR="00156636" w:rsidRPr="006C2AE5" w:rsidRDefault="00156636" w:rsidP="00975371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685" w:type="dxa"/>
            <w:gridSpan w:val="3"/>
          </w:tcPr>
          <w:p w:rsidR="00156636" w:rsidRPr="006C2AE5" w:rsidRDefault="00156636" w:rsidP="007129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56636" w:rsidRPr="006C2AE5" w:rsidTr="007129CD">
        <w:tc>
          <w:tcPr>
            <w:tcW w:w="1101" w:type="dxa"/>
          </w:tcPr>
          <w:p w:rsidR="00156636" w:rsidRPr="006C2AE5" w:rsidRDefault="00156636" w:rsidP="00975371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685" w:type="dxa"/>
            <w:gridSpan w:val="3"/>
          </w:tcPr>
          <w:p w:rsidR="00156636" w:rsidRPr="006C2AE5" w:rsidRDefault="00156636" w:rsidP="007129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56636" w:rsidRPr="006C2AE5" w:rsidTr="007129CD">
        <w:tc>
          <w:tcPr>
            <w:tcW w:w="1101" w:type="dxa"/>
          </w:tcPr>
          <w:p w:rsidR="00156636" w:rsidRPr="006C2AE5" w:rsidRDefault="00156636" w:rsidP="00975371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685" w:type="dxa"/>
            <w:gridSpan w:val="3"/>
          </w:tcPr>
          <w:p w:rsidR="00156636" w:rsidRPr="006C2AE5" w:rsidRDefault="00156636" w:rsidP="007129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56636" w:rsidRPr="006C2AE5" w:rsidTr="007129CD">
        <w:tc>
          <w:tcPr>
            <w:tcW w:w="1101" w:type="dxa"/>
          </w:tcPr>
          <w:p w:rsidR="00156636" w:rsidRPr="006C2AE5" w:rsidRDefault="00156636" w:rsidP="00975371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685" w:type="dxa"/>
            <w:gridSpan w:val="3"/>
          </w:tcPr>
          <w:p w:rsidR="00156636" w:rsidRPr="006C2AE5" w:rsidRDefault="00156636" w:rsidP="007129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56636" w:rsidRPr="006C2AE5" w:rsidTr="007129CD">
        <w:tc>
          <w:tcPr>
            <w:tcW w:w="1101" w:type="dxa"/>
          </w:tcPr>
          <w:p w:rsidR="00156636" w:rsidRPr="006C2AE5" w:rsidRDefault="00156636" w:rsidP="00975371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685" w:type="dxa"/>
            <w:gridSpan w:val="3"/>
          </w:tcPr>
          <w:p w:rsidR="00156636" w:rsidRPr="006C2AE5" w:rsidRDefault="00156636" w:rsidP="007129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56636" w:rsidRPr="006C2AE5" w:rsidTr="007129CD">
        <w:tc>
          <w:tcPr>
            <w:tcW w:w="1101" w:type="dxa"/>
          </w:tcPr>
          <w:p w:rsidR="00156636" w:rsidRPr="006C2AE5" w:rsidRDefault="00156636" w:rsidP="00975371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685" w:type="dxa"/>
            <w:gridSpan w:val="3"/>
          </w:tcPr>
          <w:p w:rsidR="00156636" w:rsidRPr="006C2AE5" w:rsidRDefault="00156636" w:rsidP="007129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56636" w:rsidRPr="006C2AE5" w:rsidTr="007129CD">
        <w:tc>
          <w:tcPr>
            <w:tcW w:w="1101" w:type="dxa"/>
          </w:tcPr>
          <w:p w:rsidR="00156636" w:rsidRPr="006C2AE5" w:rsidRDefault="00156636" w:rsidP="00975371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685" w:type="dxa"/>
            <w:gridSpan w:val="3"/>
          </w:tcPr>
          <w:p w:rsidR="00156636" w:rsidRPr="006C2AE5" w:rsidRDefault="00156636" w:rsidP="007129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56636" w:rsidRPr="006C2AE5" w:rsidTr="007129CD">
        <w:tc>
          <w:tcPr>
            <w:tcW w:w="1101" w:type="dxa"/>
          </w:tcPr>
          <w:p w:rsidR="00156636" w:rsidRPr="006C2AE5" w:rsidRDefault="00156636" w:rsidP="00975371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685" w:type="dxa"/>
            <w:gridSpan w:val="3"/>
          </w:tcPr>
          <w:p w:rsidR="00156636" w:rsidRPr="006C2AE5" w:rsidRDefault="00156636" w:rsidP="007129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56636" w:rsidRPr="006C2AE5" w:rsidTr="007129CD">
        <w:tc>
          <w:tcPr>
            <w:tcW w:w="1101" w:type="dxa"/>
          </w:tcPr>
          <w:p w:rsidR="00156636" w:rsidRPr="006C2AE5" w:rsidRDefault="00156636" w:rsidP="00975371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685" w:type="dxa"/>
            <w:gridSpan w:val="3"/>
          </w:tcPr>
          <w:p w:rsidR="00156636" w:rsidRPr="006C2AE5" w:rsidRDefault="00156636" w:rsidP="007129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156636" w:rsidRDefault="00156636" w:rsidP="0063165F">
      <w:pPr>
        <w:shd w:val="clear" w:color="auto" w:fill="FFFFFF"/>
        <w:spacing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156636" w:rsidRDefault="00156636" w:rsidP="0063165F">
      <w:pPr>
        <w:shd w:val="clear" w:color="auto" w:fill="FFFFFF"/>
        <w:spacing w:line="240" w:lineRule="auto"/>
        <w:ind w:left="34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156636" w:rsidRDefault="00156636" w:rsidP="0063165F">
      <w:pPr>
        <w:shd w:val="clear" w:color="auto" w:fill="FFFFFF"/>
        <w:spacing w:line="240" w:lineRule="auto"/>
        <w:ind w:left="34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156636" w:rsidRPr="009C62FA" w:rsidRDefault="00156636" w:rsidP="0063165F">
      <w:pPr>
        <w:shd w:val="clear" w:color="auto" w:fill="FFFFFF"/>
        <w:spacing w:line="240" w:lineRule="auto"/>
        <w:ind w:left="34"/>
        <w:jc w:val="center"/>
        <w:rPr>
          <w:rFonts w:ascii="Times New Roman" w:hAnsi="Times New Roman"/>
          <w:b/>
          <w:sz w:val="24"/>
          <w:szCs w:val="24"/>
        </w:rPr>
      </w:pPr>
      <w:r w:rsidRPr="00C55A89">
        <w:rPr>
          <w:rFonts w:ascii="Times New Roman" w:hAnsi="Times New Roman"/>
          <w:b/>
          <w:bCs/>
          <w:sz w:val="24"/>
          <w:szCs w:val="24"/>
          <w:lang w:eastAsia="ru-RU"/>
        </w:rPr>
        <w:t>Рекомендации  экспертам</w:t>
      </w:r>
      <w:r w:rsidRPr="00C55A89">
        <w:rPr>
          <w:rFonts w:ascii="Times New Roman" w:hAnsi="Times New Roman"/>
          <w:b/>
          <w:color w:val="000000"/>
          <w:spacing w:val="-3"/>
          <w:sz w:val="24"/>
          <w:szCs w:val="24"/>
        </w:rPr>
        <w:t xml:space="preserve"> по оценке качества</w:t>
      </w:r>
      <w:r w:rsidRPr="00426149">
        <w:rPr>
          <w:rFonts w:ascii="Times New Roman" w:hAnsi="Times New Roman"/>
          <w:b/>
          <w:color w:val="000000"/>
          <w:spacing w:val="-3"/>
          <w:sz w:val="24"/>
          <w:szCs w:val="24"/>
        </w:rPr>
        <w:t xml:space="preserve"> </w:t>
      </w:r>
      <w:r w:rsidRPr="009C62FA">
        <w:rPr>
          <w:rFonts w:ascii="Times New Roman" w:hAnsi="Times New Roman"/>
          <w:b/>
          <w:color w:val="000000"/>
          <w:spacing w:val="-3"/>
          <w:sz w:val="24"/>
          <w:szCs w:val="24"/>
        </w:rPr>
        <w:t>ресурсного обеспечения воспитательного процесса</w:t>
      </w:r>
      <w:r>
        <w:rPr>
          <w:rFonts w:ascii="Times New Roman" w:hAnsi="Times New Roman"/>
          <w:b/>
          <w:sz w:val="24"/>
          <w:szCs w:val="24"/>
        </w:rPr>
        <w:t xml:space="preserve">  </w:t>
      </w:r>
      <w:r w:rsidRPr="009C62FA">
        <w:rPr>
          <w:rFonts w:ascii="Times New Roman" w:hAnsi="Times New Roman"/>
          <w:b/>
          <w:color w:val="000000"/>
          <w:spacing w:val="-4"/>
          <w:sz w:val="24"/>
          <w:szCs w:val="24"/>
        </w:rPr>
        <w:t>в образовательном учреждении</w:t>
      </w:r>
    </w:p>
    <w:p w:rsidR="00156636" w:rsidRPr="009C62FA" w:rsidRDefault="00156636" w:rsidP="00975371">
      <w:pPr>
        <w:shd w:val="clear" w:color="auto" w:fill="FFFFFF"/>
        <w:spacing w:line="240" w:lineRule="auto"/>
        <w:ind w:left="144" w:firstLine="701"/>
        <w:jc w:val="both"/>
        <w:rPr>
          <w:rFonts w:ascii="Times New Roman" w:hAnsi="Times New Roman"/>
          <w:color w:val="000000"/>
          <w:spacing w:val="-3"/>
          <w:sz w:val="24"/>
          <w:szCs w:val="24"/>
        </w:rPr>
      </w:pPr>
      <w:r w:rsidRPr="009C62FA">
        <w:rPr>
          <w:rFonts w:ascii="Times New Roman" w:hAnsi="Times New Roman"/>
          <w:color w:val="000000"/>
          <w:spacing w:val="-3"/>
          <w:sz w:val="24"/>
          <w:szCs w:val="24"/>
        </w:rPr>
        <w:t>Оценка качества ресурсного обеспечения воспитательного про</w:t>
      </w:r>
      <w:r w:rsidRPr="009C62FA">
        <w:rPr>
          <w:rFonts w:ascii="Times New Roman" w:hAnsi="Times New Roman"/>
          <w:color w:val="000000"/>
          <w:spacing w:val="-3"/>
          <w:sz w:val="24"/>
          <w:szCs w:val="24"/>
        </w:rPr>
        <w:softHyphen/>
      </w:r>
      <w:r w:rsidRPr="009C62FA">
        <w:rPr>
          <w:rFonts w:ascii="Times New Roman" w:hAnsi="Times New Roman"/>
          <w:color w:val="000000"/>
          <w:spacing w:val="-4"/>
          <w:sz w:val="24"/>
          <w:szCs w:val="24"/>
        </w:rPr>
        <w:t xml:space="preserve">цесса в образовательном учреждении производится путем суммирования </w:t>
      </w:r>
      <w:r w:rsidRPr="009C62FA">
        <w:rPr>
          <w:rFonts w:ascii="Times New Roman" w:hAnsi="Times New Roman"/>
          <w:color w:val="000000"/>
          <w:spacing w:val="-3"/>
          <w:sz w:val="24"/>
          <w:szCs w:val="24"/>
        </w:rPr>
        <w:t>баллов, выставленных экспертами по каждому из пунктов анкеты.</w:t>
      </w:r>
    </w:p>
    <w:p w:rsidR="00156636" w:rsidRPr="008E571C" w:rsidRDefault="00156636" w:rsidP="0097537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28"/>
        <w:gridCol w:w="11797"/>
        <w:gridCol w:w="142"/>
      </w:tblGrid>
      <w:tr w:rsidR="00156636" w:rsidRPr="009C62FA" w:rsidTr="007129CD">
        <w:tc>
          <w:tcPr>
            <w:tcW w:w="14567" w:type="dxa"/>
            <w:gridSpan w:val="3"/>
          </w:tcPr>
          <w:p w:rsidR="00156636" w:rsidRPr="002037D1" w:rsidRDefault="00156636" w:rsidP="00975371">
            <w:pPr>
              <w:widowControl w:val="0"/>
              <w:numPr>
                <w:ilvl w:val="1"/>
                <w:numId w:val="7"/>
              </w:numPr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pacing w:val="7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b/>
                <w:color w:val="000000"/>
                <w:spacing w:val="3"/>
                <w:sz w:val="24"/>
                <w:szCs w:val="24"/>
              </w:rPr>
              <w:t>ормативно-методические</w:t>
            </w:r>
            <w:r w:rsidRPr="009C62FA">
              <w:rPr>
                <w:rFonts w:ascii="Times New Roman" w:hAnsi="Times New Roman"/>
                <w:b/>
                <w:color w:val="000000"/>
                <w:spacing w:val="3"/>
                <w:sz w:val="24"/>
                <w:szCs w:val="24"/>
              </w:rPr>
              <w:t xml:space="preserve"> документ</w:t>
            </w:r>
            <w:r>
              <w:rPr>
                <w:rFonts w:ascii="Times New Roman" w:hAnsi="Times New Roman"/>
                <w:b/>
                <w:color w:val="000000"/>
                <w:spacing w:val="3"/>
                <w:sz w:val="24"/>
                <w:szCs w:val="24"/>
              </w:rPr>
              <w:t xml:space="preserve">ы, в которых </w:t>
            </w:r>
            <w:r w:rsidRPr="009C62FA">
              <w:rPr>
                <w:rFonts w:ascii="Times New Roman" w:hAnsi="Times New Roman"/>
                <w:b/>
                <w:color w:val="000000"/>
                <w:spacing w:val="7"/>
                <w:sz w:val="24"/>
                <w:szCs w:val="24"/>
              </w:rPr>
              <w:t xml:space="preserve"> </w:t>
            </w:r>
            <w:r w:rsidRPr="002037D1">
              <w:rPr>
                <w:rFonts w:ascii="Times New Roman" w:hAnsi="Times New Roman"/>
                <w:b/>
                <w:color w:val="000000"/>
                <w:spacing w:val="7"/>
                <w:sz w:val="24"/>
                <w:szCs w:val="24"/>
              </w:rPr>
              <w:t>отражены вопросы воспитания?</w:t>
            </w:r>
          </w:p>
        </w:tc>
      </w:tr>
      <w:tr w:rsidR="00156636" w:rsidRPr="009C62FA" w:rsidTr="007129CD">
        <w:tc>
          <w:tcPr>
            <w:tcW w:w="2628" w:type="dxa"/>
          </w:tcPr>
          <w:p w:rsidR="00156636" w:rsidRPr="009C62FA" w:rsidRDefault="00156636" w:rsidP="007129CD">
            <w:pPr>
              <w:shd w:val="clear" w:color="auto" w:fill="FFFFFF"/>
              <w:spacing w:line="240" w:lineRule="auto"/>
              <w:ind w:left="158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        </w:t>
            </w:r>
            <w:r w:rsidRPr="009C62FA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0 баллов</w:t>
            </w:r>
          </w:p>
          <w:p w:rsidR="00156636" w:rsidRPr="009C62FA" w:rsidRDefault="00156636" w:rsidP="007129CD">
            <w:pPr>
              <w:widowControl w:val="0"/>
              <w:autoSpaceDE w:val="0"/>
              <w:autoSpaceDN w:val="0"/>
              <w:adjustRightInd w:val="0"/>
              <w:spacing w:line="240" w:lineRule="auto"/>
              <w:ind w:left="72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39" w:type="dxa"/>
            <w:gridSpan w:val="2"/>
          </w:tcPr>
          <w:p w:rsidR="00156636" w:rsidRPr="009C62FA" w:rsidRDefault="00156636" w:rsidP="007129CD">
            <w:pPr>
              <w:shd w:val="clear" w:color="auto" w:fill="FFFFFF"/>
              <w:tabs>
                <w:tab w:val="left" w:pos="1373"/>
              </w:tabs>
              <w:spacing w:line="240" w:lineRule="auto"/>
              <w:ind w:left="7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C62FA">
              <w:rPr>
                <w:rFonts w:ascii="Times New Roman" w:hAnsi="Times New Roman"/>
                <w:color w:val="000000"/>
                <w:sz w:val="24"/>
                <w:szCs w:val="24"/>
              </w:rPr>
              <w:t>нормативно-методические документы не указаны вовсе или указаны лишь один или два таких документа (напри</w:t>
            </w:r>
            <w:r w:rsidRPr="009C62FA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9C62FA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мер, план воспитательной работы школы и планы работы классных руководителей);</w:t>
            </w:r>
          </w:p>
          <w:p w:rsidR="00156636" w:rsidRPr="009C62FA" w:rsidRDefault="00156636" w:rsidP="00975371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1426"/>
              </w:tabs>
              <w:autoSpaceDE w:val="0"/>
              <w:autoSpaceDN w:val="0"/>
              <w:adjustRightInd w:val="0"/>
              <w:spacing w:after="0" w:line="240" w:lineRule="auto"/>
              <w:ind w:left="7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62FA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упомянуто несколько нормативно-методических доку</w:t>
            </w:r>
            <w:r w:rsidRPr="009C62FA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softHyphen/>
            </w:r>
            <w:r w:rsidRPr="009C62FA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ментов, регулирующих воспитательный процесс в обра</w:t>
            </w:r>
            <w:r w:rsidRPr="009C62FA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softHyphen/>
            </w:r>
            <w:r w:rsidRPr="009C62FA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зовательном учреждении, но не указаны их разработчики  или разработчики указаны лишь в половине случаев;</w:t>
            </w:r>
          </w:p>
          <w:p w:rsidR="00156636" w:rsidRPr="009C62FA" w:rsidRDefault="00156636" w:rsidP="007129CD">
            <w:pPr>
              <w:spacing w:line="240" w:lineRule="auto"/>
              <w:ind w:left="720"/>
              <w:contextualSpacing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9C62FA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- упомянуто несколько нормативно-методических доку</w:t>
            </w:r>
            <w:r w:rsidRPr="009C62FA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softHyphen/>
            </w:r>
            <w:r w:rsidRPr="009C62FA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ментов, регулирующих воспитательный процесс в обра</w:t>
            </w:r>
            <w:r w:rsidRPr="009C62FA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softHyphen/>
            </w:r>
            <w:r w:rsidRPr="009C62F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зовательном учреждении, указаны их разработчики, но в </w:t>
            </w:r>
            <w:r w:rsidRPr="009C62FA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большинстве своем эти разработчики не имеют прямого</w:t>
            </w:r>
            <w:r w:rsidRPr="009C62FA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br/>
              <w:t>отношения  к  данному  образовательному  учреждению</w:t>
            </w:r>
            <w:r w:rsidRPr="009C62FA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br/>
            </w:r>
            <w:r w:rsidRPr="009C62FA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(документы взяты из научно-методической литературы,</w:t>
            </w:r>
            <w:r w:rsidRPr="009C62FA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br/>
            </w:r>
            <w:r w:rsidRPr="009C62FA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Интернета или предложены школе специалистами управ</w:t>
            </w:r>
            <w:r w:rsidRPr="009C62FA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лений образования</w:t>
            </w:r>
            <w:r w:rsidRPr="009C62FA">
              <w:rPr>
                <w:rFonts w:ascii="Times New Roman" w:hAnsi="Times New Roman"/>
                <w:color w:val="000000"/>
                <w:spacing w:val="-2"/>
                <w:sz w:val="24"/>
                <w:szCs w:val="24"/>
                <w:u w:val="single"/>
              </w:rPr>
              <w:t xml:space="preserve">, </w:t>
            </w:r>
            <w:r w:rsidRPr="009C62FA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методических центров и т.п.)</w:t>
            </w:r>
          </w:p>
          <w:p w:rsidR="00156636" w:rsidRPr="009C62FA" w:rsidRDefault="00156636" w:rsidP="007129CD">
            <w:pPr>
              <w:widowControl w:val="0"/>
              <w:autoSpaceDE w:val="0"/>
              <w:autoSpaceDN w:val="0"/>
              <w:adjustRightInd w:val="0"/>
              <w:spacing w:line="240" w:lineRule="auto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C62FA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9C62FA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>упомянуто несколько  нормативно-методических доку</w:t>
            </w:r>
            <w:r w:rsidRPr="009C62FA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9C62FA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ментов, регулирующих воспитательный процесс в обра</w:t>
            </w:r>
            <w:r w:rsidRPr="009C62FA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softHyphen/>
            </w:r>
            <w:r w:rsidRPr="009C62FA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 xml:space="preserve">зовательном учреждении, но их перечень недостаточен </w:t>
            </w:r>
            <w:r w:rsidRPr="009C62FA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для данного образовательного учреждения;</w:t>
            </w:r>
          </w:p>
        </w:tc>
      </w:tr>
      <w:tr w:rsidR="00156636" w:rsidRPr="009C62FA" w:rsidTr="007129CD">
        <w:tc>
          <w:tcPr>
            <w:tcW w:w="2628" w:type="dxa"/>
          </w:tcPr>
          <w:p w:rsidR="00156636" w:rsidRPr="009C62FA" w:rsidRDefault="00156636" w:rsidP="007129CD">
            <w:pPr>
              <w:widowControl w:val="0"/>
              <w:autoSpaceDE w:val="0"/>
              <w:autoSpaceDN w:val="0"/>
              <w:adjustRightInd w:val="0"/>
              <w:spacing w:line="240" w:lineRule="auto"/>
              <w:ind w:left="72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62FA">
              <w:rPr>
                <w:rFonts w:ascii="Times New Roman" w:hAnsi="Times New Roman"/>
                <w:sz w:val="24"/>
                <w:szCs w:val="24"/>
              </w:rPr>
              <w:t>1 балл</w:t>
            </w:r>
          </w:p>
        </w:tc>
        <w:tc>
          <w:tcPr>
            <w:tcW w:w="11939" w:type="dxa"/>
            <w:gridSpan w:val="2"/>
          </w:tcPr>
          <w:p w:rsidR="00156636" w:rsidRPr="009C62FA" w:rsidRDefault="00156636" w:rsidP="007129CD">
            <w:pPr>
              <w:widowControl w:val="0"/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spacing w:line="240" w:lineRule="auto"/>
              <w:ind w:left="720" w:firstLine="61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C62FA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упомянут необходимый и достаточный перечень норма</w:t>
            </w:r>
            <w:r w:rsidRPr="009C62FA">
              <w:rPr>
                <w:rFonts w:ascii="Times New Roman" w:hAnsi="Times New Roman"/>
                <w:color w:val="000000"/>
                <w:sz w:val="24"/>
                <w:szCs w:val="24"/>
              </w:rPr>
              <w:t>тивно-методических документов, регулирующих воспита</w:t>
            </w:r>
            <w:r w:rsidRPr="009C62FA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9C62FA"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  <w:t xml:space="preserve">тельный процесс в образовательном учреждении, но в </w:t>
            </w:r>
            <w:r w:rsidRPr="009C62FA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большинстве своем они разработаны тем или иным спе</w:t>
            </w:r>
            <w:r w:rsidRPr="009C62FA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softHyphen/>
            </w:r>
            <w:r w:rsidRPr="009C62FA"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  <w:t>циалистом данного образовательного учреждения  (на</w:t>
            </w:r>
            <w:r w:rsidRPr="009C62FA"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  <w:softHyphen/>
            </w:r>
            <w:r w:rsidRPr="009C62FA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пример, должностные инструкции педагогов – директором </w:t>
            </w:r>
            <w:r w:rsidRPr="009C62FA">
              <w:rPr>
                <w:rFonts w:ascii="Times New Roman" w:hAnsi="Times New Roman"/>
                <w:color w:val="000000"/>
                <w:sz w:val="24"/>
                <w:szCs w:val="24"/>
              </w:rPr>
              <w:t>школы, план воспитательной работы школы - заместите</w:t>
            </w:r>
            <w:r w:rsidRPr="009C62FA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9C62FA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 xml:space="preserve">лем директора по воспитательной работе, план работы </w:t>
            </w:r>
            <w:r w:rsidRPr="009C62FA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 xml:space="preserve">классного руководителя - только, лишь самим классным </w:t>
            </w:r>
            <w:r w:rsidRPr="009C62FA"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  <w:t>руководителем), без привлечения к этой работе других</w:t>
            </w:r>
            <w:r w:rsidRPr="009C62FA"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  <w:br/>
            </w:r>
            <w:r w:rsidRPr="009C62FA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субъектов воспитательного процесса: коллег, родителей,</w:t>
            </w:r>
            <w:r w:rsidRPr="009C62FA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br/>
            </w:r>
            <w:r w:rsidRPr="009C62FA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школьников</w:t>
            </w:r>
          </w:p>
        </w:tc>
      </w:tr>
      <w:tr w:rsidR="00156636" w:rsidRPr="009C62FA" w:rsidTr="007129CD">
        <w:tc>
          <w:tcPr>
            <w:tcW w:w="2628" w:type="dxa"/>
          </w:tcPr>
          <w:p w:rsidR="00156636" w:rsidRPr="009C62FA" w:rsidRDefault="00156636" w:rsidP="007129CD">
            <w:pPr>
              <w:widowControl w:val="0"/>
              <w:autoSpaceDE w:val="0"/>
              <w:autoSpaceDN w:val="0"/>
              <w:adjustRightInd w:val="0"/>
              <w:spacing w:line="240" w:lineRule="auto"/>
              <w:ind w:left="72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62FA">
              <w:rPr>
                <w:rFonts w:ascii="Times New Roman" w:hAnsi="Times New Roman"/>
                <w:sz w:val="24"/>
                <w:szCs w:val="24"/>
              </w:rPr>
              <w:t>2 балла</w:t>
            </w:r>
          </w:p>
        </w:tc>
        <w:tc>
          <w:tcPr>
            <w:tcW w:w="11939" w:type="dxa"/>
            <w:gridSpan w:val="2"/>
          </w:tcPr>
          <w:p w:rsidR="00156636" w:rsidRPr="009C62FA" w:rsidRDefault="00156636" w:rsidP="007129CD">
            <w:pPr>
              <w:shd w:val="clear" w:color="auto" w:fill="FFFFFF"/>
              <w:spacing w:line="240" w:lineRule="auto"/>
              <w:ind w:left="720" w:right="8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62FA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- упомянут необходимый и достаточный перечень норма</w:t>
            </w:r>
            <w:r w:rsidRPr="009C62FA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softHyphen/>
              <w:t>тивно-методических документов, регулирующих воспита</w:t>
            </w:r>
            <w:r w:rsidRPr="009C62FA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softHyphen/>
            </w:r>
            <w:r w:rsidRPr="009C62FA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 xml:space="preserve">тельный процесс в образовательном учреждении, т.е. </w:t>
            </w:r>
            <w:r w:rsidRPr="009C62FA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здесь разработаны:</w:t>
            </w:r>
          </w:p>
          <w:p w:rsidR="00156636" w:rsidRPr="009C62FA" w:rsidRDefault="00156636" w:rsidP="00975371">
            <w:pPr>
              <w:widowControl w:val="0"/>
              <w:numPr>
                <w:ilvl w:val="0"/>
                <w:numId w:val="3"/>
              </w:numPr>
              <w:shd w:val="clear" w:color="auto" w:fill="FFFFFF"/>
              <w:tabs>
                <w:tab w:val="left" w:pos="1795"/>
              </w:tabs>
              <w:autoSpaceDE w:val="0"/>
              <w:autoSpaceDN w:val="0"/>
              <w:adjustRightInd w:val="0"/>
              <w:spacing w:after="0" w:line="240" w:lineRule="auto"/>
              <w:ind w:left="61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62FA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должностные инструкции педагогов, организую</w:t>
            </w:r>
            <w:r w:rsidRPr="009C62FA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softHyphen/>
            </w:r>
            <w:r w:rsidRPr="009C62FA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щих процесс воспитания (заместителя директора </w:t>
            </w:r>
            <w:r w:rsidRPr="009C62FA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по        воспитательной        работе,        педагога-</w:t>
            </w:r>
            <w:r w:rsidRPr="009C62FA">
              <w:rPr>
                <w:rFonts w:ascii="Times New Roman" w:hAnsi="Times New Roman"/>
                <w:color w:val="000000"/>
                <w:sz w:val="24"/>
                <w:szCs w:val="24"/>
              </w:rPr>
              <w:t>организатора, классного руководителя, педагога дополнительного     образования,     воспитателя</w:t>
            </w:r>
            <w:r w:rsidRPr="009C62FA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r w:rsidRPr="009C62FA">
              <w:rPr>
                <w:rFonts w:ascii="Times New Roman" w:hAnsi="Times New Roman"/>
                <w:color w:val="000000"/>
                <w:spacing w:val="5"/>
                <w:sz w:val="24"/>
                <w:szCs w:val="24"/>
              </w:rPr>
              <w:t xml:space="preserve">группы продленного дня, вожатого и т.п. – при </w:t>
            </w:r>
            <w:r w:rsidRPr="009C62FA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наличии этих штатных единиц в данном образо</w:t>
            </w:r>
            <w:r w:rsidRPr="009C62FA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softHyphen/>
            </w:r>
            <w:r w:rsidRPr="009C62FA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вательном учреждении),</w:t>
            </w:r>
          </w:p>
          <w:p w:rsidR="00156636" w:rsidRPr="009C62FA" w:rsidRDefault="00156636" w:rsidP="00975371">
            <w:pPr>
              <w:widowControl w:val="0"/>
              <w:numPr>
                <w:ilvl w:val="0"/>
                <w:numId w:val="3"/>
              </w:numPr>
              <w:shd w:val="clear" w:color="auto" w:fill="FFFFFF"/>
              <w:tabs>
                <w:tab w:val="left" w:pos="1795"/>
              </w:tabs>
              <w:autoSpaceDE w:val="0"/>
              <w:autoSpaceDN w:val="0"/>
              <w:adjustRightInd w:val="0"/>
              <w:spacing w:after="0" w:line="240" w:lineRule="auto"/>
              <w:ind w:left="61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62FA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общешкольный план или программа воспитания,</w:t>
            </w:r>
          </w:p>
          <w:p w:rsidR="00156636" w:rsidRPr="009C62FA" w:rsidRDefault="00156636" w:rsidP="00975371">
            <w:pPr>
              <w:widowControl w:val="0"/>
              <w:numPr>
                <w:ilvl w:val="0"/>
                <w:numId w:val="3"/>
              </w:numPr>
              <w:shd w:val="clear" w:color="auto" w:fill="FFFFFF"/>
              <w:tabs>
                <w:tab w:val="left" w:pos="1795"/>
              </w:tabs>
              <w:autoSpaceDE w:val="0"/>
              <w:autoSpaceDN w:val="0"/>
              <w:adjustRightInd w:val="0"/>
              <w:spacing w:after="0" w:line="240" w:lineRule="auto"/>
              <w:ind w:left="61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62FA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программы   организации   внеурочной   воспиты</w:t>
            </w:r>
            <w:r w:rsidRPr="009C62FA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softHyphen/>
            </w:r>
            <w:r w:rsidRPr="009C62FA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 xml:space="preserve">вающей деятельности   школьников  (для  школ, </w:t>
            </w:r>
            <w:r w:rsidRPr="009C62FA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перешедших на новые стандарты общего обра</w:t>
            </w:r>
            <w:r w:rsidRPr="009C62FA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softHyphen/>
            </w:r>
            <w:r w:rsidRPr="009C62FA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зования),</w:t>
            </w:r>
          </w:p>
          <w:p w:rsidR="00156636" w:rsidRPr="009C62FA" w:rsidRDefault="00156636" w:rsidP="00975371">
            <w:pPr>
              <w:widowControl w:val="0"/>
              <w:numPr>
                <w:ilvl w:val="0"/>
                <w:numId w:val="3"/>
              </w:numPr>
              <w:shd w:val="clear" w:color="auto" w:fill="FFFFFF"/>
              <w:tabs>
                <w:tab w:val="left" w:pos="1795"/>
              </w:tabs>
              <w:autoSpaceDE w:val="0"/>
              <w:autoSpaceDN w:val="0"/>
              <w:adjustRightInd w:val="0"/>
              <w:spacing w:after="0" w:line="240" w:lineRule="auto"/>
              <w:ind w:left="972" w:hanging="46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62FA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планы работы классных руководителей;</w:t>
            </w:r>
            <w:r w:rsidRPr="009C62F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156636" w:rsidRPr="009C62FA" w:rsidRDefault="00156636" w:rsidP="007129CD">
            <w:pPr>
              <w:shd w:val="clear" w:color="auto" w:fill="FFFFFF"/>
              <w:tabs>
                <w:tab w:val="left" w:pos="1795"/>
              </w:tabs>
              <w:spacing w:line="240" w:lineRule="auto"/>
              <w:ind w:left="720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62FA">
              <w:rPr>
                <w:rFonts w:ascii="Times New Roman" w:hAnsi="Times New Roman"/>
                <w:color w:val="000000"/>
                <w:spacing w:val="6"/>
                <w:sz w:val="24"/>
                <w:szCs w:val="24"/>
              </w:rPr>
              <w:t xml:space="preserve">и при этом в большинстве случаев данные документы </w:t>
            </w:r>
            <w:r w:rsidRPr="009C62FA">
              <w:rPr>
                <w:rFonts w:ascii="Times New Roman" w:hAnsi="Times New Roman"/>
                <w:color w:val="000000"/>
                <w:sz w:val="24"/>
                <w:szCs w:val="24"/>
              </w:rPr>
              <w:t>являются плодом совместной разработки членов школь</w:t>
            </w:r>
            <w:r w:rsidRPr="009C62FA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ного сообщества</w:t>
            </w:r>
          </w:p>
          <w:p w:rsidR="00156636" w:rsidRPr="009C62FA" w:rsidRDefault="00156636" w:rsidP="007129CD">
            <w:pPr>
              <w:widowControl w:val="0"/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spacing w:line="240" w:lineRule="auto"/>
              <w:ind w:left="720" w:firstLine="612"/>
              <w:contextualSpacing/>
              <w:jc w:val="both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</w:p>
        </w:tc>
      </w:tr>
      <w:tr w:rsidR="00156636" w:rsidRPr="009C62FA" w:rsidTr="007129CD">
        <w:tc>
          <w:tcPr>
            <w:tcW w:w="14567" w:type="dxa"/>
            <w:gridSpan w:val="3"/>
          </w:tcPr>
          <w:p w:rsidR="00156636" w:rsidRPr="009C62FA" w:rsidRDefault="00156636" w:rsidP="007129C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left="720" w:right="86"/>
              <w:contextualSpacing/>
              <w:jc w:val="center"/>
              <w:rPr>
                <w:rFonts w:ascii="Times New Roman" w:hAnsi="Times New Roman"/>
                <w:b/>
                <w:color w:val="000000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pacing w:val="-1"/>
                <w:sz w:val="24"/>
                <w:szCs w:val="24"/>
              </w:rPr>
              <w:t>2. О</w:t>
            </w:r>
            <w:r w:rsidRPr="009C62FA">
              <w:rPr>
                <w:rFonts w:ascii="Times New Roman" w:hAnsi="Times New Roman"/>
                <w:b/>
                <w:bCs/>
                <w:color w:val="000000"/>
                <w:spacing w:val="-1"/>
                <w:sz w:val="24"/>
                <w:szCs w:val="24"/>
              </w:rPr>
              <w:t xml:space="preserve">сновные материально-технические </w:t>
            </w:r>
            <w:r w:rsidRPr="009C62FA"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  <w:t xml:space="preserve">средства </w:t>
            </w:r>
            <w:r w:rsidRPr="009C62FA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>(оборудование, снаряжение, инвентарь и т.п.)</w:t>
            </w:r>
            <w:r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>,  используемые</w:t>
            </w:r>
            <w:r w:rsidRPr="009C62FA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 xml:space="preserve"> </w:t>
            </w:r>
            <w:r w:rsidRPr="009C62FA">
              <w:rPr>
                <w:rFonts w:ascii="Times New Roman" w:hAnsi="Times New Roman"/>
                <w:b/>
                <w:bCs/>
                <w:color w:val="000000"/>
                <w:spacing w:val="-1"/>
                <w:sz w:val="24"/>
                <w:szCs w:val="24"/>
              </w:rPr>
              <w:t>в организации воспитательного процесса?</w:t>
            </w:r>
          </w:p>
        </w:tc>
      </w:tr>
      <w:tr w:rsidR="00156636" w:rsidRPr="009C62FA" w:rsidTr="007129CD">
        <w:tc>
          <w:tcPr>
            <w:tcW w:w="2628" w:type="dxa"/>
          </w:tcPr>
          <w:p w:rsidR="00156636" w:rsidRPr="009C62FA" w:rsidRDefault="00156636" w:rsidP="007129C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C62FA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0 баллов</w:t>
            </w:r>
          </w:p>
        </w:tc>
        <w:tc>
          <w:tcPr>
            <w:tcW w:w="11939" w:type="dxa"/>
            <w:gridSpan w:val="2"/>
          </w:tcPr>
          <w:p w:rsidR="00156636" w:rsidRPr="009C62FA" w:rsidRDefault="00156636" w:rsidP="00975371">
            <w:pPr>
              <w:widowControl w:val="0"/>
              <w:numPr>
                <w:ilvl w:val="0"/>
                <w:numId w:val="4"/>
              </w:numPr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62FA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основные материально-технические средства, доступ</w:t>
            </w:r>
            <w:r w:rsidRPr="009C62FA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softHyphen/>
            </w:r>
            <w:r w:rsidRPr="009C62FA">
              <w:rPr>
                <w:rFonts w:ascii="Times New Roman" w:hAnsi="Times New Roman"/>
                <w:color w:val="000000"/>
                <w:sz w:val="24"/>
                <w:szCs w:val="24"/>
              </w:rPr>
              <w:t>ные данному образовательному учреждению, минималь</w:t>
            </w:r>
            <w:r w:rsidRPr="009C62FA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но используются в организации воспитательного процес</w:t>
            </w:r>
            <w:r w:rsidRPr="009C62FA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9C62FA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са или не используются вовсе;</w:t>
            </w:r>
          </w:p>
          <w:p w:rsidR="00156636" w:rsidRPr="009C62FA" w:rsidRDefault="00156636" w:rsidP="00975371">
            <w:pPr>
              <w:widowControl w:val="0"/>
              <w:numPr>
                <w:ilvl w:val="0"/>
                <w:numId w:val="4"/>
              </w:numPr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62F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организации воспитательного процесса используются </w:t>
            </w:r>
            <w:r w:rsidRPr="009C62FA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разнообразные   материально-технические   средства,   но</w:t>
            </w:r>
            <w:r w:rsidRPr="009C62FA"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  <w:t xml:space="preserve"> преимущественно они применяются в сфере досугово-</w:t>
            </w:r>
            <w:r w:rsidRPr="009C62FA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 xml:space="preserve">развлекательной деятельности  школьников (праздники, </w:t>
            </w:r>
            <w:r w:rsidRPr="009C62FA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огоньки, дискотеки и т.п.)</w:t>
            </w:r>
          </w:p>
          <w:p w:rsidR="00156636" w:rsidRPr="009C62FA" w:rsidRDefault="00156636" w:rsidP="007129C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left="720" w:right="86"/>
              <w:contextualSpacing/>
              <w:jc w:val="both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</w:p>
        </w:tc>
      </w:tr>
      <w:tr w:rsidR="00156636" w:rsidRPr="009C62FA" w:rsidTr="007129CD">
        <w:tc>
          <w:tcPr>
            <w:tcW w:w="2628" w:type="dxa"/>
          </w:tcPr>
          <w:p w:rsidR="00156636" w:rsidRPr="009C62FA" w:rsidRDefault="00156636" w:rsidP="007129CD">
            <w:pPr>
              <w:widowControl w:val="0"/>
              <w:autoSpaceDE w:val="0"/>
              <w:autoSpaceDN w:val="0"/>
              <w:adjustRightInd w:val="0"/>
              <w:spacing w:line="240" w:lineRule="auto"/>
              <w:ind w:left="72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62FA">
              <w:rPr>
                <w:rFonts w:ascii="Times New Roman" w:hAnsi="Times New Roman"/>
                <w:sz w:val="24"/>
                <w:szCs w:val="24"/>
              </w:rPr>
              <w:t>1 балл</w:t>
            </w:r>
          </w:p>
        </w:tc>
        <w:tc>
          <w:tcPr>
            <w:tcW w:w="11939" w:type="dxa"/>
            <w:gridSpan w:val="2"/>
          </w:tcPr>
          <w:p w:rsidR="00156636" w:rsidRPr="009C62FA" w:rsidRDefault="00156636" w:rsidP="007129C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left="72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62F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в организации воспитательного процесса используются </w:t>
            </w:r>
            <w:r w:rsidRPr="009C62FA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разнообразные   материально-технические  средства,   но </w:t>
            </w:r>
            <w:r w:rsidRPr="009C62FA">
              <w:rPr>
                <w:rFonts w:ascii="Times New Roman" w:hAnsi="Times New Roman"/>
                <w:color w:val="000000"/>
                <w:sz w:val="24"/>
                <w:szCs w:val="24"/>
              </w:rPr>
              <w:t>применяются они не во всех доступных образовательно</w:t>
            </w:r>
            <w:r w:rsidRPr="009C62FA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му учреждению видах внеучебной деятельности школь</w:t>
            </w:r>
            <w:r w:rsidRPr="009C62FA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ников</w:t>
            </w:r>
          </w:p>
        </w:tc>
      </w:tr>
      <w:tr w:rsidR="00156636" w:rsidRPr="009C62FA" w:rsidTr="007129CD">
        <w:tc>
          <w:tcPr>
            <w:tcW w:w="2628" w:type="dxa"/>
          </w:tcPr>
          <w:p w:rsidR="00156636" w:rsidRPr="009C62FA" w:rsidRDefault="00156636" w:rsidP="007129CD">
            <w:pPr>
              <w:widowControl w:val="0"/>
              <w:autoSpaceDE w:val="0"/>
              <w:autoSpaceDN w:val="0"/>
              <w:adjustRightInd w:val="0"/>
              <w:spacing w:line="240" w:lineRule="auto"/>
              <w:ind w:left="72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62FA">
              <w:rPr>
                <w:rFonts w:ascii="Times New Roman" w:hAnsi="Times New Roman"/>
                <w:sz w:val="24"/>
                <w:szCs w:val="24"/>
              </w:rPr>
              <w:t>2 балла</w:t>
            </w:r>
          </w:p>
        </w:tc>
        <w:tc>
          <w:tcPr>
            <w:tcW w:w="11939" w:type="dxa"/>
            <w:gridSpan w:val="2"/>
          </w:tcPr>
          <w:p w:rsidR="00156636" w:rsidRPr="009C62FA" w:rsidRDefault="00156636" w:rsidP="007129C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left="72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62FA">
              <w:rPr>
                <w:rFonts w:ascii="Times New Roman" w:hAnsi="Times New Roman"/>
                <w:color w:val="000000"/>
                <w:sz w:val="24"/>
                <w:szCs w:val="24"/>
              </w:rPr>
              <w:t>- в организации воспитательного процесса используются самые разнообразные материально-технические средст</w:t>
            </w:r>
            <w:r w:rsidRPr="009C62FA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9C62FA"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  <w:t>ва, которые применяются во всех (или почти всех) дос</w:t>
            </w:r>
            <w:r w:rsidRPr="009C62FA"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  <w:softHyphen/>
            </w:r>
            <w:r w:rsidRPr="009C62FA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тупных образовательному учреждению видах внеучебной деятельности школьников: познавательной, игровой, трудовой,           досугово-развлекательной,           спортивно-</w:t>
            </w:r>
            <w:r w:rsidRPr="009C62FA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оздоровительной,    туристско-краеведческой,    художест</w:t>
            </w:r>
            <w:r w:rsidRPr="009C62FA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венном творчестве, социальном творчестве (социально-</w:t>
            </w:r>
            <w:r w:rsidRPr="009C62FA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преобразующей   деятельности),   проблемно-ценностном общении</w:t>
            </w:r>
          </w:p>
        </w:tc>
      </w:tr>
      <w:tr w:rsidR="00156636" w:rsidRPr="009C62FA" w:rsidTr="007129CD">
        <w:tc>
          <w:tcPr>
            <w:tcW w:w="2628" w:type="dxa"/>
          </w:tcPr>
          <w:p w:rsidR="00156636" w:rsidRPr="009C62FA" w:rsidRDefault="00156636" w:rsidP="007129C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left="19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39" w:type="dxa"/>
            <w:gridSpan w:val="2"/>
          </w:tcPr>
          <w:p w:rsidR="00156636" w:rsidRPr="009C62FA" w:rsidRDefault="00156636" w:rsidP="007129C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left="720" w:right="19" w:firstLine="5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6636" w:rsidRPr="009C62FA" w:rsidTr="007129CD">
        <w:tc>
          <w:tcPr>
            <w:tcW w:w="2628" w:type="dxa"/>
          </w:tcPr>
          <w:p w:rsidR="00156636" w:rsidRPr="009C62FA" w:rsidRDefault="00156636" w:rsidP="007129C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left="14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39" w:type="dxa"/>
            <w:gridSpan w:val="2"/>
          </w:tcPr>
          <w:p w:rsidR="00156636" w:rsidRPr="009C62FA" w:rsidRDefault="00156636" w:rsidP="007129C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left="720" w:right="14" w:firstLine="82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6636" w:rsidRPr="009C62FA" w:rsidTr="007129CD">
        <w:tc>
          <w:tcPr>
            <w:tcW w:w="14567" w:type="dxa"/>
            <w:gridSpan w:val="3"/>
          </w:tcPr>
          <w:p w:rsidR="00156636" w:rsidRPr="009C62FA" w:rsidRDefault="00156636" w:rsidP="007129C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left="720" w:right="14" w:firstLine="82"/>
              <w:contextualSpacing/>
              <w:jc w:val="both"/>
              <w:rPr>
                <w:rFonts w:ascii="Times New Roman" w:hAnsi="Times New Roman"/>
                <w:b/>
                <w:spacing w:val="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pacing w:val="3"/>
                <w:sz w:val="24"/>
                <w:szCs w:val="24"/>
              </w:rPr>
              <w:t>3</w:t>
            </w:r>
            <w:r w:rsidRPr="009C62FA">
              <w:rPr>
                <w:rFonts w:ascii="Times New Roman" w:hAnsi="Times New Roman"/>
                <w:b/>
                <w:bCs/>
                <w:spacing w:val="3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b/>
                <w:spacing w:val="3"/>
                <w:sz w:val="24"/>
                <w:szCs w:val="24"/>
              </w:rPr>
              <w:t>И</w:t>
            </w:r>
            <w:r w:rsidRPr="009C62FA">
              <w:rPr>
                <w:rFonts w:ascii="Times New Roman" w:hAnsi="Times New Roman"/>
                <w:b/>
                <w:bCs/>
                <w:spacing w:val="3"/>
                <w:sz w:val="24"/>
                <w:szCs w:val="24"/>
              </w:rPr>
              <w:t xml:space="preserve">нформационные </w:t>
            </w:r>
            <w:r w:rsidRPr="009C62FA">
              <w:rPr>
                <w:rFonts w:ascii="Times New Roman" w:hAnsi="Times New Roman"/>
                <w:b/>
                <w:spacing w:val="3"/>
                <w:sz w:val="24"/>
                <w:szCs w:val="24"/>
              </w:rPr>
              <w:t>ресурсы</w:t>
            </w:r>
            <w:r>
              <w:rPr>
                <w:rFonts w:ascii="Times New Roman" w:hAnsi="Times New Roman"/>
                <w:b/>
                <w:spacing w:val="3"/>
                <w:sz w:val="24"/>
                <w:szCs w:val="24"/>
              </w:rPr>
              <w:t>,</w:t>
            </w:r>
            <w:r w:rsidRPr="009C62FA">
              <w:rPr>
                <w:rFonts w:ascii="Times New Roman" w:hAnsi="Times New Roman"/>
                <w:b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pacing w:val="4"/>
                <w:sz w:val="24"/>
                <w:szCs w:val="24"/>
              </w:rPr>
              <w:t>используемые</w:t>
            </w:r>
            <w:r w:rsidRPr="009C62FA">
              <w:rPr>
                <w:rFonts w:ascii="Times New Roman" w:hAnsi="Times New Roman"/>
                <w:b/>
                <w:spacing w:val="4"/>
                <w:sz w:val="24"/>
                <w:szCs w:val="24"/>
              </w:rPr>
              <w:t xml:space="preserve"> в </w:t>
            </w:r>
            <w:r w:rsidRPr="009C62FA">
              <w:rPr>
                <w:rFonts w:ascii="Times New Roman" w:hAnsi="Times New Roman"/>
                <w:b/>
                <w:bCs/>
                <w:spacing w:val="4"/>
                <w:sz w:val="24"/>
                <w:szCs w:val="24"/>
              </w:rPr>
              <w:t xml:space="preserve">организации </w:t>
            </w:r>
            <w:r w:rsidRPr="009C62FA">
              <w:rPr>
                <w:rFonts w:ascii="Times New Roman" w:hAnsi="Times New Roman"/>
                <w:b/>
                <w:spacing w:val="4"/>
                <w:sz w:val="24"/>
                <w:szCs w:val="24"/>
              </w:rPr>
              <w:t>воспитательного процесса?</w:t>
            </w:r>
          </w:p>
        </w:tc>
      </w:tr>
      <w:tr w:rsidR="00156636" w:rsidRPr="009C62FA" w:rsidTr="007129CD">
        <w:tc>
          <w:tcPr>
            <w:tcW w:w="2628" w:type="dxa"/>
          </w:tcPr>
          <w:p w:rsidR="00156636" w:rsidRPr="009C62FA" w:rsidRDefault="00156636" w:rsidP="007129C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left="19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           </w:t>
            </w:r>
            <w:r w:rsidRPr="009C62FA">
              <w:rPr>
                <w:rFonts w:ascii="Times New Roman" w:hAnsi="Times New Roman"/>
                <w:spacing w:val="1"/>
                <w:sz w:val="24"/>
                <w:szCs w:val="24"/>
              </w:rPr>
              <w:t>0 баллов</w:t>
            </w:r>
          </w:p>
        </w:tc>
        <w:tc>
          <w:tcPr>
            <w:tcW w:w="11939" w:type="dxa"/>
            <w:gridSpan w:val="2"/>
          </w:tcPr>
          <w:p w:rsidR="00156636" w:rsidRPr="009C62FA" w:rsidRDefault="00156636" w:rsidP="007129C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left="5" w:right="1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62FA">
              <w:rPr>
                <w:rFonts w:ascii="Times New Roman" w:hAnsi="Times New Roman"/>
                <w:sz w:val="24"/>
                <w:szCs w:val="24"/>
              </w:rPr>
              <w:t>- в образовательном учреждении не используются ника</w:t>
            </w:r>
            <w:r w:rsidRPr="009C62FA">
              <w:rPr>
                <w:rFonts w:ascii="Times New Roman" w:hAnsi="Times New Roman"/>
                <w:sz w:val="24"/>
                <w:szCs w:val="24"/>
              </w:rPr>
              <w:softHyphen/>
              <w:t xml:space="preserve">кие   информационные  ресурсы  или  они  используются </w:t>
            </w:r>
            <w:r w:rsidRPr="009C62FA">
              <w:rPr>
                <w:rFonts w:ascii="Times New Roman" w:hAnsi="Times New Roman"/>
                <w:spacing w:val="-1"/>
                <w:sz w:val="24"/>
                <w:szCs w:val="24"/>
              </w:rPr>
              <w:t>только в учебном процессе</w:t>
            </w:r>
          </w:p>
        </w:tc>
      </w:tr>
      <w:tr w:rsidR="00156636" w:rsidRPr="009C62FA" w:rsidTr="007129CD">
        <w:tc>
          <w:tcPr>
            <w:tcW w:w="2628" w:type="dxa"/>
          </w:tcPr>
          <w:p w:rsidR="00156636" w:rsidRPr="009C62FA" w:rsidRDefault="00156636" w:rsidP="007129C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C62FA">
              <w:rPr>
                <w:rFonts w:ascii="Times New Roman" w:hAnsi="Times New Roman"/>
                <w:spacing w:val="-4"/>
                <w:sz w:val="24"/>
                <w:szCs w:val="24"/>
              </w:rPr>
              <w:t>1 балл</w:t>
            </w:r>
          </w:p>
        </w:tc>
        <w:tc>
          <w:tcPr>
            <w:tcW w:w="11939" w:type="dxa"/>
            <w:gridSpan w:val="2"/>
          </w:tcPr>
          <w:p w:rsidR="00156636" w:rsidRPr="009C62FA" w:rsidRDefault="00156636" w:rsidP="007129C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C62FA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-информационные ресурсы образовательного учрежде</w:t>
            </w:r>
            <w:r w:rsidRPr="009C62FA">
              <w:rPr>
                <w:rFonts w:ascii="Times New Roman" w:hAnsi="Times New Roman"/>
                <w:spacing w:val="-1"/>
                <w:sz w:val="24"/>
                <w:szCs w:val="24"/>
              </w:rPr>
              <w:softHyphen/>
            </w:r>
            <w:r w:rsidRPr="009C62FA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ния представлены слабо; они эпизодически используются </w:t>
            </w:r>
            <w:r w:rsidRPr="009C62FA">
              <w:rPr>
                <w:rFonts w:ascii="Times New Roman" w:hAnsi="Times New Roman"/>
                <w:spacing w:val="-1"/>
                <w:sz w:val="24"/>
                <w:szCs w:val="24"/>
              </w:rPr>
              <w:t>для проведения воспитательных дел классных и обще</w:t>
            </w:r>
            <w:r w:rsidRPr="009C62FA">
              <w:rPr>
                <w:rFonts w:ascii="Times New Roman" w:hAnsi="Times New Roman"/>
                <w:spacing w:val="-1"/>
                <w:sz w:val="24"/>
                <w:szCs w:val="24"/>
              </w:rPr>
              <w:softHyphen/>
            </w:r>
            <w:r w:rsidRPr="009C62FA">
              <w:rPr>
                <w:rFonts w:ascii="Times New Roman" w:hAnsi="Times New Roman"/>
                <w:spacing w:val="-2"/>
                <w:sz w:val="24"/>
                <w:szCs w:val="24"/>
              </w:rPr>
              <w:t>школьного коллективов</w:t>
            </w:r>
          </w:p>
        </w:tc>
      </w:tr>
      <w:tr w:rsidR="00156636" w:rsidRPr="009C62FA" w:rsidTr="007129CD">
        <w:tc>
          <w:tcPr>
            <w:tcW w:w="2628" w:type="dxa"/>
          </w:tcPr>
          <w:p w:rsidR="00156636" w:rsidRPr="009C62FA" w:rsidRDefault="00156636" w:rsidP="007129C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left="72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62FA">
              <w:rPr>
                <w:rFonts w:ascii="Times New Roman" w:hAnsi="Times New Roman"/>
                <w:spacing w:val="-2"/>
                <w:sz w:val="24"/>
                <w:szCs w:val="24"/>
              </w:rPr>
              <w:t>2 балла</w:t>
            </w:r>
          </w:p>
        </w:tc>
        <w:tc>
          <w:tcPr>
            <w:tcW w:w="11939" w:type="dxa"/>
            <w:gridSpan w:val="2"/>
          </w:tcPr>
          <w:p w:rsidR="00156636" w:rsidRPr="002037D1" w:rsidRDefault="00156636" w:rsidP="007129CD">
            <w:pPr>
              <w:widowControl w:val="0"/>
              <w:autoSpaceDE w:val="0"/>
              <w:autoSpaceDN w:val="0"/>
              <w:adjustRightInd w:val="0"/>
              <w:spacing w:line="240" w:lineRule="auto"/>
              <w:ind w:left="720"/>
              <w:contextualSpacing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9C62FA">
              <w:rPr>
                <w:rFonts w:ascii="Times New Roman" w:hAnsi="Times New Roman"/>
                <w:spacing w:val="-1"/>
                <w:sz w:val="24"/>
                <w:szCs w:val="24"/>
              </w:rPr>
              <w:t>- в образовательном учреждении есть самые разнообраз</w:t>
            </w:r>
            <w:r w:rsidRPr="009C62FA">
              <w:rPr>
                <w:rFonts w:ascii="Times New Roman" w:hAnsi="Times New Roman"/>
                <w:spacing w:val="-1"/>
                <w:sz w:val="24"/>
                <w:szCs w:val="24"/>
              </w:rPr>
              <w:softHyphen/>
              <w:t>ные информационные ресурсы, которые постоянно ис</w:t>
            </w:r>
            <w:r w:rsidRPr="009C62FA">
              <w:rPr>
                <w:rFonts w:ascii="Times New Roman" w:hAnsi="Times New Roman"/>
                <w:spacing w:val="-1"/>
                <w:sz w:val="24"/>
                <w:szCs w:val="24"/>
              </w:rPr>
              <w:softHyphen/>
            </w:r>
            <w:r w:rsidRPr="009C62FA">
              <w:rPr>
                <w:rFonts w:ascii="Times New Roman" w:hAnsi="Times New Roman"/>
                <w:sz w:val="24"/>
                <w:szCs w:val="24"/>
              </w:rPr>
              <w:t>пользуются для проведения воспитательных дел класс</w:t>
            </w:r>
            <w:r w:rsidRPr="009C62FA">
              <w:rPr>
                <w:rFonts w:ascii="Times New Roman" w:hAnsi="Times New Roman"/>
                <w:sz w:val="24"/>
                <w:szCs w:val="24"/>
              </w:rPr>
              <w:softHyphen/>
            </w:r>
            <w:r w:rsidRPr="009C62FA">
              <w:rPr>
                <w:rFonts w:ascii="Times New Roman" w:hAnsi="Times New Roman"/>
                <w:spacing w:val="-1"/>
                <w:sz w:val="24"/>
                <w:szCs w:val="24"/>
              </w:rPr>
              <w:t>ных и общешкольного коллективов; реализации различ</w:t>
            </w:r>
            <w:r w:rsidRPr="009C62FA">
              <w:rPr>
                <w:rFonts w:ascii="Times New Roman" w:hAnsi="Times New Roman"/>
                <w:spacing w:val="-1"/>
                <w:sz w:val="24"/>
                <w:szCs w:val="24"/>
              </w:rPr>
              <w:softHyphen/>
              <w:t xml:space="preserve">ных воспитательных программ и проектов; для решения </w:t>
            </w:r>
            <w:r w:rsidRPr="009C62FA">
              <w:rPr>
                <w:rFonts w:ascii="Times New Roman" w:hAnsi="Times New Roman"/>
                <w:spacing w:val="-3"/>
                <w:sz w:val="24"/>
                <w:szCs w:val="24"/>
              </w:rPr>
              <w:t>индивидуальных задач отдельных учащихся</w:t>
            </w:r>
          </w:p>
        </w:tc>
      </w:tr>
      <w:tr w:rsidR="00156636" w:rsidRPr="009C62FA" w:rsidTr="007129CD">
        <w:tc>
          <w:tcPr>
            <w:tcW w:w="2628" w:type="dxa"/>
          </w:tcPr>
          <w:p w:rsidR="00156636" w:rsidRPr="009C62FA" w:rsidRDefault="00156636" w:rsidP="007129C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left="720"/>
              <w:contextualSpacing/>
              <w:jc w:val="both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11939" w:type="dxa"/>
            <w:gridSpan w:val="2"/>
          </w:tcPr>
          <w:p w:rsidR="00156636" w:rsidRPr="009C62FA" w:rsidRDefault="00156636" w:rsidP="007129CD">
            <w:pPr>
              <w:widowControl w:val="0"/>
              <w:autoSpaceDE w:val="0"/>
              <w:autoSpaceDN w:val="0"/>
              <w:adjustRightInd w:val="0"/>
              <w:spacing w:line="240" w:lineRule="auto"/>
              <w:ind w:left="720"/>
              <w:contextualSpacing/>
              <w:rPr>
                <w:rFonts w:ascii="Times New Roman" w:hAnsi="Times New Roman"/>
                <w:spacing w:val="-1"/>
                <w:sz w:val="24"/>
                <w:szCs w:val="24"/>
              </w:rPr>
            </w:pPr>
          </w:p>
        </w:tc>
      </w:tr>
      <w:tr w:rsidR="00156636" w:rsidRPr="009C62FA" w:rsidTr="007129CD">
        <w:tc>
          <w:tcPr>
            <w:tcW w:w="2628" w:type="dxa"/>
          </w:tcPr>
          <w:p w:rsidR="00156636" w:rsidRPr="009C62FA" w:rsidRDefault="00156636" w:rsidP="007129C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left="720"/>
              <w:contextualSpacing/>
              <w:jc w:val="both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11939" w:type="dxa"/>
            <w:gridSpan w:val="2"/>
          </w:tcPr>
          <w:p w:rsidR="00156636" w:rsidRPr="009C62FA" w:rsidRDefault="00156636" w:rsidP="007129CD">
            <w:pPr>
              <w:widowControl w:val="0"/>
              <w:autoSpaceDE w:val="0"/>
              <w:autoSpaceDN w:val="0"/>
              <w:adjustRightInd w:val="0"/>
              <w:spacing w:line="240" w:lineRule="auto"/>
              <w:ind w:left="720"/>
              <w:contextualSpacing/>
              <w:rPr>
                <w:rFonts w:ascii="Times New Roman" w:hAnsi="Times New Roman"/>
                <w:spacing w:val="-1"/>
                <w:sz w:val="24"/>
                <w:szCs w:val="24"/>
              </w:rPr>
            </w:pPr>
          </w:p>
        </w:tc>
      </w:tr>
      <w:tr w:rsidR="00156636" w:rsidRPr="009C62FA" w:rsidTr="007129CD">
        <w:trPr>
          <w:gridAfter w:val="1"/>
          <w:wAfter w:w="142" w:type="dxa"/>
        </w:trPr>
        <w:tc>
          <w:tcPr>
            <w:tcW w:w="14425" w:type="dxa"/>
            <w:gridSpan w:val="2"/>
          </w:tcPr>
          <w:p w:rsidR="00156636" w:rsidRDefault="00156636" w:rsidP="0063165F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pacing w:val="-3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пециалисты</w:t>
            </w:r>
            <w:r w:rsidRPr="006A4C9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осуществляющие</w:t>
            </w:r>
            <w:r w:rsidRPr="006A4C9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процесс воспитания в образовательном учреждении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;</w:t>
            </w:r>
          </w:p>
          <w:p w:rsidR="00156636" w:rsidRPr="002037D1" w:rsidRDefault="00156636" w:rsidP="007129C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left="720" w:firstLine="720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pacing w:val="-3"/>
                <w:sz w:val="24"/>
                <w:szCs w:val="24"/>
              </w:rPr>
              <w:t>к</w:t>
            </w:r>
            <w:r w:rsidRPr="009C62FA">
              <w:rPr>
                <w:rFonts w:ascii="Times New Roman" w:hAnsi="Times New Roman"/>
                <w:b/>
                <w:bCs/>
                <w:color w:val="000000"/>
                <w:spacing w:val="-3"/>
                <w:sz w:val="24"/>
                <w:szCs w:val="24"/>
              </w:rPr>
              <w:t xml:space="preserve">омпоненты внутришкольной системы </w:t>
            </w:r>
            <w:r w:rsidRPr="009C62FA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>повышения квалификации педагогов в сфере воспитания, которые были задействованы в минувшем учебном году</w:t>
            </w:r>
          </w:p>
        </w:tc>
      </w:tr>
      <w:tr w:rsidR="00156636" w:rsidRPr="009C62FA" w:rsidTr="007129CD">
        <w:trPr>
          <w:gridAfter w:val="1"/>
          <w:wAfter w:w="142" w:type="dxa"/>
        </w:trPr>
        <w:tc>
          <w:tcPr>
            <w:tcW w:w="2628" w:type="dxa"/>
          </w:tcPr>
          <w:p w:rsidR="00156636" w:rsidRPr="009C62FA" w:rsidRDefault="00156636" w:rsidP="007129CD">
            <w:pPr>
              <w:widowControl w:val="0"/>
              <w:autoSpaceDE w:val="0"/>
              <w:autoSpaceDN w:val="0"/>
              <w:adjustRightInd w:val="0"/>
              <w:spacing w:line="240" w:lineRule="auto"/>
              <w:ind w:left="72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62FA">
              <w:rPr>
                <w:rFonts w:ascii="Times New Roman" w:hAnsi="Times New Roman"/>
                <w:spacing w:val="1"/>
                <w:sz w:val="24"/>
                <w:szCs w:val="24"/>
              </w:rPr>
              <w:t>0 баллов</w:t>
            </w:r>
          </w:p>
        </w:tc>
        <w:tc>
          <w:tcPr>
            <w:tcW w:w="11797" w:type="dxa"/>
          </w:tcPr>
          <w:p w:rsidR="00156636" w:rsidRPr="009C62FA" w:rsidRDefault="00156636" w:rsidP="00975371">
            <w:pPr>
              <w:widowControl w:val="0"/>
              <w:numPr>
                <w:ilvl w:val="0"/>
                <w:numId w:val="5"/>
              </w:numPr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наличие вакансий среди педагогов, осуществляющих процесс воспитания в ОУ; </w:t>
            </w:r>
            <w:r w:rsidRPr="009C62FA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отмечен лишь один компонент внутришкольной системы повышения квалификации, либо они не отмечены вовсе;</w:t>
            </w:r>
          </w:p>
          <w:p w:rsidR="00156636" w:rsidRPr="009C62FA" w:rsidRDefault="00156636" w:rsidP="00975371">
            <w:pPr>
              <w:widowControl w:val="0"/>
              <w:numPr>
                <w:ilvl w:val="0"/>
                <w:numId w:val="5"/>
              </w:numPr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62FA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отмечены два и более компонента внутришкольной сис</w:t>
            </w:r>
            <w:r w:rsidRPr="009C62FA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softHyphen/>
            </w:r>
            <w:r w:rsidRPr="009C62FA">
              <w:rPr>
                <w:rFonts w:ascii="Times New Roman" w:hAnsi="Times New Roman"/>
                <w:color w:val="000000"/>
                <w:sz w:val="24"/>
                <w:szCs w:val="24"/>
              </w:rPr>
              <w:t>темы повышения квалификации, но приводятся лишь по одному их примеру (с указанием форм работы и темати</w:t>
            </w:r>
            <w:r w:rsidRPr="009C62FA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9C62FA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ки), или они не приводятся вовсе;</w:t>
            </w:r>
          </w:p>
          <w:p w:rsidR="00156636" w:rsidRPr="009C62FA" w:rsidRDefault="00156636" w:rsidP="007129CD">
            <w:pPr>
              <w:widowControl w:val="0"/>
              <w:autoSpaceDE w:val="0"/>
              <w:autoSpaceDN w:val="0"/>
              <w:adjustRightInd w:val="0"/>
              <w:spacing w:line="240" w:lineRule="auto"/>
              <w:ind w:left="72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62FA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9C62FA">
              <w:rPr>
                <w:rFonts w:ascii="Times New Roman" w:hAnsi="Times New Roman"/>
                <w:color w:val="000000"/>
                <w:sz w:val="24"/>
                <w:szCs w:val="24"/>
              </w:rPr>
              <w:tab/>
            </w:r>
            <w:r w:rsidRPr="009C62FA"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  <w:t xml:space="preserve">отмечены два и более компонента внутришкольной </w:t>
            </w:r>
            <w:r w:rsidRPr="009C62FA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системы   повышения   квалификации,   применительно   к </w:t>
            </w:r>
            <w:r w:rsidRPr="009C62FA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каждому из них приводится несколько примеров, но на</w:t>
            </w:r>
            <w:r w:rsidRPr="009C62FA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softHyphen/>
              <w:t xml:space="preserve">зываемые темы имеют большее отношение к учебной, </w:t>
            </w:r>
            <w:r w:rsidRPr="009C62FA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нежели воспитательной проблематике</w:t>
            </w:r>
          </w:p>
        </w:tc>
      </w:tr>
      <w:tr w:rsidR="00156636" w:rsidRPr="009C62FA" w:rsidTr="007129CD">
        <w:trPr>
          <w:gridAfter w:val="1"/>
          <w:wAfter w:w="142" w:type="dxa"/>
        </w:trPr>
        <w:tc>
          <w:tcPr>
            <w:tcW w:w="2628" w:type="dxa"/>
          </w:tcPr>
          <w:p w:rsidR="00156636" w:rsidRPr="009C62FA" w:rsidRDefault="00156636" w:rsidP="007129C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left="1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pacing w:val="-5"/>
                <w:sz w:val="24"/>
                <w:szCs w:val="24"/>
              </w:rPr>
              <w:t xml:space="preserve">             1</w:t>
            </w:r>
            <w:r w:rsidRPr="009C62FA">
              <w:rPr>
                <w:rFonts w:ascii="Times New Roman" w:hAnsi="Times New Roman"/>
                <w:bCs/>
                <w:color w:val="000000"/>
                <w:spacing w:val="-5"/>
                <w:sz w:val="24"/>
                <w:szCs w:val="24"/>
              </w:rPr>
              <w:t xml:space="preserve"> балла</w:t>
            </w:r>
          </w:p>
        </w:tc>
        <w:tc>
          <w:tcPr>
            <w:tcW w:w="11797" w:type="dxa"/>
          </w:tcPr>
          <w:p w:rsidR="00156636" w:rsidRPr="009C62FA" w:rsidRDefault="00156636" w:rsidP="007129C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left="720" w:right="2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62F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отмечены два </w:t>
            </w:r>
            <w:r w:rsidRPr="009C62FA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и </w:t>
            </w:r>
            <w:r w:rsidRPr="009C62F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более компонента внутришкольной системы повышения квалификации, применительно к </w:t>
            </w:r>
            <w:r w:rsidRPr="009C62FA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каждому из них приводится несколько примеров, темати</w:t>
            </w:r>
            <w:r w:rsidRPr="009C62FA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softHyphen/>
              <w:t>ка имеет четко выраженную воспитательную направлен</w:t>
            </w:r>
            <w:r w:rsidRPr="009C62FA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softHyphen/>
            </w:r>
            <w:r w:rsidRPr="009C62FA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ность, но среди форм работы подавляющее большинство </w:t>
            </w:r>
            <w:r w:rsidRPr="009C62FA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монологичные, не дающие педагогам возможности за</w:t>
            </w:r>
            <w:r w:rsidRPr="009C62FA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softHyphen/>
            </w:r>
            <w:r w:rsidRPr="009C62F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нять активную позицию на педсоветах, заседаниях МО, </w:t>
            </w:r>
            <w:r w:rsidRPr="009C62FA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семинарах </w:t>
            </w:r>
            <w:r w:rsidRPr="009C62FA"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  <w:t>и</w:t>
            </w:r>
            <w:r w:rsidRPr="009C62FA">
              <w:rPr>
                <w:rFonts w:ascii="Times New Roman" w:hAnsi="Times New Roman"/>
                <w:b/>
                <w:bCs/>
                <w:color w:val="000000"/>
                <w:spacing w:val="-3"/>
                <w:sz w:val="24"/>
                <w:szCs w:val="24"/>
              </w:rPr>
              <w:t xml:space="preserve"> </w:t>
            </w:r>
            <w:r w:rsidRPr="009C62FA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т.п.</w:t>
            </w:r>
          </w:p>
        </w:tc>
      </w:tr>
      <w:tr w:rsidR="00156636" w:rsidRPr="009C62FA" w:rsidTr="007129CD">
        <w:trPr>
          <w:gridAfter w:val="1"/>
          <w:wAfter w:w="142" w:type="dxa"/>
        </w:trPr>
        <w:tc>
          <w:tcPr>
            <w:tcW w:w="2628" w:type="dxa"/>
          </w:tcPr>
          <w:p w:rsidR="00156636" w:rsidRPr="009C62FA" w:rsidRDefault="00156636" w:rsidP="007129C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pacing w:val="-4"/>
                <w:sz w:val="24"/>
                <w:szCs w:val="24"/>
              </w:rPr>
              <w:t>2</w:t>
            </w:r>
            <w:r w:rsidRPr="009C62FA">
              <w:rPr>
                <w:rFonts w:ascii="Times New Roman" w:hAnsi="Times New Roman"/>
                <w:bCs/>
                <w:color w:val="000000"/>
                <w:spacing w:val="-4"/>
                <w:sz w:val="24"/>
                <w:szCs w:val="24"/>
              </w:rPr>
              <w:t xml:space="preserve"> балла</w:t>
            </w:r>
          </w:p>
        </w:tc>
        <w:tc>
          <w:tcPr>
            <w:tcW w:w="11797" w:type="dxa"/>
          </w:tcPr>
          <w:p w:rsidR="00156636" w:rsidRPr="009C62FA" w:rsidRDefault="00156636" w:rsidP="007129CD">
            <w:pPr>
              <w:shd w:val="clear" w:color="auto" w:fill="FFFFFF"/>
              <w:spacing w:line="240" w:lineRule="auto"/>
              <w:ind w:left="720" w:right="19"/>
              <w:contextualSpacing/>
              <w:jc w:val="both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  <w:r w:rsidRPr="009C62FA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 xml:space="preserve">- отмечены два и более компонента внутришкольной </w:t>
            </w:r>
            <w:r w:rsidRPr="009C62F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системы повышения квалификации, применительно к </w:t>
            </w:r>
            <w:r w:rsidRPr="009C62FA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каждому из них приводится несколько примеров, темати</w:t>
            </w:r>
            <w:r w:rsidRPr="009C62FA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softHyphen/>
              <w:t>ка имеет четко выраженную воспитательную направлен</w:t>
            </w:r>
            <w:r w:rsidRPr="009C62FA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softHyphen/>
            </w:r>
            <w:r w:rsidRPr="009C62FA">
              <w:rPr>
                <w:rFonts w:ascii="Times New Roman" w:hAnsi="Times New Roman"/>
                <w:color w:val="000000"/>
                <w:sz w:val="24"/>
                <w:szCs w:val="24"/>
              </w:rPr>
              <w:t>ность, среди форм работы преобладают такие, которые позволяют педагогам занять активную позицию (дискус</w:t>
            </w:r>
            <w:r w:rsidRPr="009C62FA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9C62FA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сии, деловые и ролевые игры, тренинги, КТД и т.п.)</w:t>
            </w:r>
          </w:p>
          <w:p w:rsidR="00156636" w:rsidRPr="0063165F" w:rsidRDefault="00156636" w:rsidP="0063165F">
            <w:pPr>
              <w:shd w:val="clear" w:color="auto" w:fill="FFFFFF"/>
              <w:spacing w:line="240" w:lineRule="auto"/>
              <w:ind w:left="720" w:right="19"/>
              <w:contextualSpacing/>
              <w:jc w:val="both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  <w:t xml:space="preserve">Примечание: </w:t>
            </w:r>
            <w:r w:rsidRPr="009C62FA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Дополнительным аргументом в пользу высокого оценивания организации рабо</w:t>
            </w:r>
            <w:r w:rsidRPr="009C62FA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softHyphen/>
            </w:r>
            <w:r w:rsidRPr="009C62F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ты с педагогическими кадрами, обеспечивающими процесс воспитания, может </w:t>
            </w:r>
            <w:r w:rsidRPr="009C62FA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 xml:space="preserve">стать указание в анкете на использование воспитательной проблематики не </w:t>
            </w:r>
            <w:r w:rsidRPr="009C62FA">
              <w:rPr>
                <w:rFonts w:ascii="Times New Roman" w:hAnsi="Times New Roman"/>
                <w:color w:val="000000"/>
                <w:sz w:val="24"/>
                <w:szCs w:val="24"/>
              </w:rPr>
              <w:t>только в работе методических объединений / кафедр классных руководителей, но и в работе различных методических объединений/ кафедр педагогов-</w:t>
            </w:r>
            <w:r w:rsidRPr="009C62FA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предметников.</w:t>
            </w:r>
          </w:p>
        </w:tc>
      </w:tr>
      <w:tr w:rsidR="00156636" w:rsidRPr="009C62FA" w:rsidTr="007129CD">
        <w:trPr>
          <w:gridAfter w:val="1"/>
          <w:wAfter w:w="142" w:type="dxa"/>
        </w:trPr>
        <w:tc>
          <w:tcPr>
            <w:tcW w:w="14425" w:type="dxa"/>
            <w:gridSpan w:val="2"/>
          </w:tcPr>
          <w:p w:rsidR="00156636" w:rsidRPr="009C62FA" w:rsidRDefault="00156636" w:rsidP="007129C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left="720" w:right="86"/>
              <w:contextualSpacing/>
              <w:jc w:val="both"/>
              <w:rPr>
                <w:rFonts w:ascii="Times New Roman" w:hAnsi="Times New Roman"/>
                <w:b/>
                <w:color w:val="000000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>5. С</w:t>
            </w:r>
            <w:r w:rsidRPr="009C62FA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>пособы стимулирования и поощрения педагогов</w:t>
            </w:r>
            <w:r>
              <w:rPr>
                <w:rFonts w:ascii="Times New Roman" w:hAnsi="Times New Roman"/>
                <w:b/>
                <w:bCs/>
                <w:color w:val="000000"/>
                <w:spacing w:val="-1"/>
                <w:sz w:val="24"/>
                <w:szCs w:val="24"/>
              </w:rPr>
              <w:t xml:space="preserve"> используемых </w:t>
            </w:r>
            <w:r w:rsidRPr="009C62FA">
              <w:rPr>
                <w:rFonts w:ascii="Times New Roman" w:hAnsi="Times New Roman"/>
                <w:b/>
                <w:bCs/>
                <w:color w:val="000000"/>
                <w:spacing w:val="-1"/>
                <w:sz w:val="24"/>
                <w:szCs w:val="24"/>
              </w:rPr>
              <w:t xml:space="preserve"> в минувшем году</w:t>
            </w:r>
          </w:p>
        </w:tc>
      </w:tr>
      <w:tr w:rsidR="00156636" w:rsidRPr="009C62FA" w:rsidTr="007129CD">
        <w:trPr>
          <w:gridAfter w:val="1"/>
          <w:wAfter w:w="142" w:type="dxa"/>
        </w:trPr>
        <w:tc>
          <w:tcPr>
            <w:tcW w:w="2628" w:type="dxa"/>
          </w:tcPr>
          <w:p w:rsidR="00156636" w:rsidRPr="0052742F" w:rsidRDefault="00156636" w:rsidP="007129C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left="1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742F">
              <w:rPr>
                <w:rFonts w:ascii="Times New Roman" w:hAnsi="Times New Roman"/>
                <w:bCs/>
                <w:color w:val="000000"/>
                <w:spacing w:val="-4"/>
                <w:sz w:val="24"/>
                <w:szCs w:val="24"/>
              </w:rPr>
              <w:t>0 баллов</w:t>
            </w:r>
          </w:p>
        </w:tc>
        <w:tc>
          <w:tcPr>
            <w:tcW w:w="11797" w:type="dxa"/>
          </w:tcPr>
          <w:p w:rsidR="00156636" w:rsidRPr="009C62FA" w:rsidRDefault="00156636" w:rsidP="007129C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left="720" w:right="19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C62FA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- указаны 1 или 2 таких способа, или они не указаны во</w:t>
            </w:r>
            <w:r w:rsidRPr="009C62FA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softHyphen/>
            </w:r>
            <w:r w:rsidRPr="009C62FA"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t xml:space="preserve">все; </w:t>
            </w:r>
            <w:r w:rsidRPr="009C62FA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- указаны 3 и более способа, но они связаны преимуще</w:t>
            </w:r>
            <w:r w:rsidRPr="009C62FA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softHyphen/>
            </w:r>
            <w:r w:rsidRPr="009C62FA">
              <w:rPr>
                <w:rFonts w:ascii="Times New Roman" w:hAnsi="Times New Roman"/>
                <w:color w:val="000000"/>
                <w:spacing w:val="6"/>
                <w:sz w:val="24"/>
                <w:szCs w:val="24"/>
              </w:rPr>
              <w:t xml:space="preserve">ственно не с воспитательной, а с преподавательской </w:t>
            </w:r>
            <w:r w:rsidRPr="009C62FA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 xml:space="preserve">деятельностью  педагогов  или  с осуществлением  ими </w:t>
            </w:r>
            <w:r w:rsidRPr="009C62FA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каких-то иных, не связанных с воспитанием функций; </w:t>
            </w:r>
            <w:r w:rsidRPr="009C62FA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- указаны 3 и более способа стимулирования и поощре</w:t>
            </w:r>
            <w:r w:rsidRPr="009C62FA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softHyphen/>
              <w:t xml:space="preserve">ния воспитательной деятельности педагогов, но они не </w:t>
            </w:r>
            <w:r w:rsidRPr="009C62FA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являются инициативой администрации ОУ, а установле</w:t>
            </w:r>
            <w:r w:rsidRPr="009C62F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ны нормативными актами муниципальных, региональных </w:t>
            </w:r>
            <w:r w:rsidRPr="009C62FA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или федеральных органов власти</w:t>
            </w:r>
          </w:p>
        </w:tc>
      </w:tr>
      <w:tr w:rsidR="00156636" w:rsidRPr="009C62FA" w:rsidTr="007129CD">
        <w:trPr>
          <w:gridAfter w:val="1"/>
          <w:wAfter w:w="142" w:type="dxa"/>
        </w:trPr>
        <w:tc>
          <w:tcPr>
            <w:tcW w:w="2628" w:type="dxa"/>
          </w:tcPr>
          <w:p w:rsidR="00156636" w:rsidRPr="0052742F" w:rsidRDefault="00156636" w:rsidP="007129C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left="5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pacing w:val="-4"/>
                <w:sz w:val="24"/>
                <w:szCs w:val="24"/>
              </w:rPr>
              <w:t>1</w:t>
            </w:r>
            <w:r w:rsidRPr="0052742F">
              <w:rPr>
                <w:rFonts w:ascii="Times New Roman" w:hAnsi="Times New Roman"/>
                <w:bCs/>
                <w:color w:val="000000"/>
                <w:spacing w:val="-4"/>
                <w:sz w:val="24"/>
                <w:szCs w:val="24"/>
              </w:rPr>
              <w:t>балла</w:t>
            </w:r>
          </w:p>
        </w:tc>
        <w:tc>
          <w:tcPr>
            <w:tcW w:w="11797" w:type="dxa"/>
          </w:tcPr>
          <w:p w:rsidR="00156636" w:rsidRPr="009C62FA" w:rsidRDefault="00156636" w:rsidP="007129C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left="720" w:right="14" w:firstLine="5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C62FA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- указаны 3 и более способа стимулирования и поощре</w:t>
            </w:r>
            <w:r w:rsidRPr="009C62FA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softHyphen/>
              <w:t>ния воспитательной деятельности педагогов, но подав</w:t>
            </w:r>
            <w:r w:rsidRPr="009C62FA">
              <w:rPr>
                <w:rFonts w:ascii="Times New Roman" w:hAnsi="Times New Roman"/>
                <w:color w:val="000000"/>
                <w:spacing w:val="5"/>
                <w:sz w:val="24"/>
                <w:szCs w:val="24"/>
              </w:rPr>
              <w:t xml:space="preserve">ляющее их большинство относится к способам только </w:t>
            </w:r>
            <w:r w:rsidRPr="009C62FA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лишь морального стимулирования и поощрения; </w:t>
            </w:r>
            <w:r w:rsidRPr="009C62FA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- указаны 3 и более способа стимулирования и поощрения воспитательной деятельности педагогов, но подав</w:t>
            </w:r>
            <w:r w:rsidRPr="009C62FA">
              <w:rPr>
                <w:rFonts w:ascii="Times New Roman" w:hAnsi="Times New Roman"/>
                <w:color w:val="000000"/>
                <w:spacing w:val="5"/>
                <w:sz w:val="24"/>
                <w:szCs w:val="24"/>
              </w:rPr>
              <w:t xml:space="preserve">ляющее их большинство относится к способам только </w:t>
            </w:r>
            <w:r w:rsidRPr="009C62FA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лишь материального стимулирования и поощрения</w:t>
            </w:r>
          </w:p>
        </w:tc>
      </w:tr>
      <w:tr w:rsidR="00156636" w:rsidRPr="009C62FA" w:rsidTr="007129CD">
        <w:trPr>
          <w:gridAfter w:val="1"/>
          <w:wAfter w:w="142" w:type="dxa"/>
        </w:trPr>
        <w:tc>
          <w:tcPr>
            <w:tcW w:w="2628" w:type="dxa"/>
          </w:tcPr>
          <w:p w:rsidR="00156636" w:rsidRPr="0052742F" w:rsidRDefault="00156636" w:rsidP="007129C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96" w:line="240" w:lineRule="auto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pacing w:val="-4"/>
                <w:sz w:val="24"/>
                <w:szCs w:val="24"/>
              </w:rPr>
              <w:t xml:space="preserve">   2 </w:t>
            </w:r>
            <w:r w:rsidRPr="0052742F">
              <w:rPr>
                <w:rFonts w:ascii="Times New Roman" w:hAnsi="Times New Roman"/>
                <w:bCs/>
                <w:color w:val="000000"/>
                <w:spacing w:val="-4"/>
                <w:sz w:val="24"/>
                <w:szCs w:val="24"/>
              </w:rPr>
              <w:t xml:space="preserve"> балла</w:t>
            </w:r>
          </w:p>
        </w:tc>
        <w:tc>
          <w:tcPr>
            <w:tcW w:w="11797" w:type="dxa"/>
          </w:tcPr>
          <w:p w:rsidR="00156636" w:rsidRPr="009C62FA" w:rsidRDefault="00156636" w:rsidP="007129CD">
            <w:pPr>
              <w:widowControl w:val="0"/>
              <w:autoSpaceDE w:val="0"/>
              <w:autoSpaceDN w:val="0"/>
              <w:adjustRightInd w:val="0"/>
              <w:spacing w:line="240" w:lineRule="auto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C62FA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- указаны 6 и более способов стимулирования и поощре</w:t>
            </w:r>
            <w:r w:rsidRPr="009C62FA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 xml:space="preserve">ния воспитательной деятельности педагогов, лежащих </w:t>
            </w:r>
            <w:r w:rsidRPr="009C62F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как в сфере морального, так и в сфере материального </w:t>
            </w:r>
            <w:r w:rsidRPr="009C62FA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стимулирования и поощрения</w:t>
            </w:r>
          </w:p>
        </w:tc>
      </w:tr>
    </w:tbl>
    <w:p w:rsidR="00156636" w:rsidRPr="009C62FA" w:rsidRDefault="00156636" w:rsidP="0063165F">
      <w:pPr>
        <w:shd w:val="clear" w:color="auto" w:fill="FFFFFF"/>
        <w:spacing w:line="240" w:lineRule="auto"/>
        <w:rPr>
          <w:rFonts w:ascii="Times New Roman" w:hAnsi="Times New Roman"/>
          <w:color w:val="000000"/>
          <w:spacing w:val="-1"/>
          <w:sz w:val="24"/>
          <w:szCs w:val="24"/>
        </w:rPr>
      </w:pPr>
    </w:p>
    <w:p w:rsidR="00156636" w:rsidRPr="009C62FA" w:rsidRDefault="00156636" w:rsidP="0063165F">
      <w:pPr>
        <w:widowControl w:val="0"/>
        <w:shd w:val="clear" w:color="auto" w:fill="FFFFFF"/>
        <w:tabs>
          <w:tab w:val="left" w:pos="845"/>
        </w:tabs>
        <w:autoSpaceDE w:val="0"/>
        <w:autoSpaceDN w:val="0"/>
        <w:adjustRightInd w:val="0"/>
        <w:spacing w:after="0" w:line="240" w:lineRule="auto"/>
        <w:ind w:left="14"/>
        <w:rPr>
          <w:rFonts w:ascii="Times New Roman" w:hAnsi="Times New Roman"/>
          <w:color w:val="000000"/>
          <w:sz w:val="24"/>
          <w:szCs w:val="24"/>
        </w:rPr>
      </w:pPr>
      <w:r w:rsidRPr="009C62FA">
        <w:rPr>
          <w:rFonts w:ascii="Times New Roman" w:hAnsi="Times New Roman"/>
          <w:color w:val="000000"/>
          <w:spacing w:val="4"/>
          <w:sz w:val="24"/>
          <w:szCs w:val="24"/>
        </w:rPr>
        <w:t>0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  - 8  баллов</w:t>
      </w:r>
      <w:r w:rsidRPr="009C62FA">
        <w:rPr>
          <w:rFonts w:ascii="Times New Roman" w:hAnsi="Times New Roman"/>
          <w:color w:val="000000"/>
          <w:spacing w:val="4"/>
          <w:sz w:val="24"/>
          <w:szCs w:val="24"/>
        </w:rPr>
        <w:t xml:space="preserve">, это может свидетельствовать о </w:t>
      </w:r>
      <w:r w:rsidRPr="009C62FA">
        <w:rPr>
          <w:rFonts w:ascii="Times New Roman" w:hAnsi="Times New Roman"/>
          <w:b/>
          <w:bCs/>
          <w:color w:val="000000"/>
          <w:spacing w:val="4"/>
          <w:sz w:val="24"/>
          <w:szCs w:val="24"/>
        </w:rPr>
        <w:t xml:space="preserve">недопустимом </w:t>
      </w:r>
      <w:r w:rsidRPr="009C62FA">
        <w:rPr>
          <w:rFonts w:ascii="Times New Roman" w:hAnsi="Times New Roman"/>
          <w:color w:val="000000"/>
          <w:spacing w:val="-2"/>
          <w:sz w:val="24"/>
          <w:szCs w:val="24"/>
        </w:rPr>
        <w:t xml:space="preserve">качестве </w:t>
      </w:r>
      <w:r w:rsidRPr="0052742F">
        <w:rPr>
          <w:rFonts w:ascii="Times New Roman" w:hAnsi="Times New Roman"/>
          <w:color w:val="000000"/>
          <w:spacing w:val="-3"/>
          <w:sz w:val="24"/>
          <w:szCs w:val="24"/>
        </w:rPr>
        <w:t>ресурсного обеспечения воспитательного процесса</w:t>
      </w:r>
      <w:r>
        <w:rPr>
          <w:rFonts w:ascii="Times New Roman" w:hAnsi="Times New Roman"/>
          <w:sz w:val="24"/>
          <w:szCs w:val="24"/>
        </w:rPr>
        <w:t xml:space="preserve">  </w:t>
      </w:r>
      <w:r w:rsidRPr="009C62FA">
        <w:rPr>
          <w:rFonts w:ascii="Times New Roman" w:hAnsi="Times New Roman"/>
          <w:color w:val="000000"/>
          <w:spacing w:val="-1"/>
          <w:sz w:val="24"/>
          <w:szCs w:val="24"/>
        </w:rPr>
        <w:t>в образовательном учреждении;</w:t>
      </w:r>
    </w:p>
    <w:p w:rsidR="00156636" w:rsidRPr="009C62FA" w:rsidRDefault="00156636" w:rsidP="0063165F">
      <w:pPr>
        <w:widowControl w:val="0"/>
        <w:shd w:val="clear" w:color="auto" w:fill="FFFFFF"/>
        <w:tabs>
          <w:tab w:val="left" w:pos="845"/>
        </w:tabs>
        <w:autoSpaceDE w:val="0"/>
        <w:autoSpaceDN w:val="0"/>
        <w:adjustRightInd w:val="0"/>
        <w:spacing w:after="0" w:line="240" w:lineRule="auto"/>
        <w:ind w:left="1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9 -  12 </w:t>
      </w:r>
      <w:r w:rsidRPr="009C62FA">
        <w:rPr>
          <w:rFonts w:ascii="Times New Roman" w:hAnsi="Times New Roman"/>
          <w:color w:val="000000"/>
          <w:spacing w:val="1"/>
          <w:sz w:val="24"/>
          <w:szCs w:val="24"/>
        </w:rPr>
        <w:t xml:space="preserve"> баллов, это может свидетельствовать о </w:t>
      </w:r>
      <w:r w:rsidRPr="009C62FA"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 xml:space="preserve">допустимом </w:t>
      </w:r>
      <w:r w:rsidRPr="009C62FA">
        <w:rPr>
          <w:rFonts w:ascii="Times New Roman" w:hAnsi="Times New Roman"/>
          <w:color w:val="000000"/>
          <w:spacing w:val="1"/>
          <w:sz w:val="24"/>
          <w:szCs w:val="24"/>
        </w:rPr>
        <w:t xml:space="preserve">качестве </w:t>
      </w:r>
      <w:r w:rsidRPr="0052742F">
        <w:rPr>
          <w:rFonts w:ascii="Times New Roman" w:hAnsi="Times New Roman"/>
          <w:color w:val="000000"/>
          <w:spacing w:val="-3"/>
          <w:sz w:val="24"/>
          <w:szCs w:val="24"/>
        </w:rPr>
        <w:t>ресурсного обеспечения воспитательного процесса</w:t>
      </w:r>
      <w:r>
        <w:rPr>
          <w:rFonts w:ascii="Times New Roman" w:hAnsi="Times New Roman"/>
          <w:sz w:val="24"/>
          <w:szCs w:val="24"/>
        </w:rPr>
        <w:t xml:space="preserve">  </w:t>
      </w:r>
      <w:r w:rsidRPr="009C62FA">
        <w:rPr>
          <w:rFonts w:ascii="Times New Roman" w:hAnsi="Times New Roman"/>
          <w:color w:val="000000"/>
          <w:spacing w:val="-1"/>
          <w:sz w:val="24"/>
          <w:szCs w:val="24"/>
        </w:rPr>
        <w:t>в образовательном учреждении;</w:t>
      </w:r>
    </w:p>
    <w:p w:rsidR="00156636" w:rsidRPr="0052742F" w:rsidRDefault="00156636" w:rsidP="0063165F">
      <w:pPr>
        <w:shd w:val="clear" w:color="auto" w:fill="FFFFFF"/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13   - 15   </w:t>
      </w:r>
      <w:r w:rsidRPr="009C62FA">
        <w:rPr>
          <w:rFonts w:ascii="Times New Roman" w:hAnsi="Times New Roman"/>
          <w:color w:val="000000"/>
          <w:spacing w:val="2"/>
          <w:sz w:val="24"/>
          <w:szCs w:val="24"/>
        </w:rPr>
        <w:t xml:space="preserve"> баллов, это может свидетельствовать об </w:t>
      </w:r>
      <w:r w:rsidRPr="009C62FA"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 xml:space="preserve">оптимальном </w:t>
      </w:r>
      <w:r w:rsidRPr="009C62FA">
        <w:rPr>
          <w:rFonts w:ascii="Times New Roman" w:hAnsi="Times New Roman"/>
          <w:color w:val="000000"/>
          <w:spacing w:val="-2"/>
          <w:sz w:val="24"/>
          <w:szCs w:val="24"/>
        </w:rPr>
        <w:t xml:space="preserve">качестве </w:t>
      </w:r>
      <w:r w:rsidRPr="0052742F">
        <w:rPr>
          <w:rFonts w:ascii="Times New Roman" w:hAnsi="Times New Roman"/>
          <w:color w:val="000000"/>
          <w:spacing w:val="-3"/>
          <w:sz w:val="24"/>
          <w:szCs w:val="24"/>
        </w:rPr>
        <w:t>ресурсного обеспечения воспитательного процесса</w:t>
      </w:r>
      <w:r>
        <w:rPr>
          <w:rFonts w:ascii="Times New Roman" w:hAnsi="Times New Roman"/>
          <w:sz w:val="24"/>
          <w:szCs w:val="24"/>
        </w:rPr>
        <w:t xml:space="preserve">  </w:t>
      </w:r>
      <w:r w:rsidRPr="0052742F">
        <w:rPr>
          <w:rFonts w:ascii="Times New Roman" w:hAnsi="Times New Roman"/>
          <w:color w:val="000000"/>
          <w:spacing w:val="-4"/>
          <w:sz w:val="24"/>
          <w:szCs w:val="24"/>
        </w:rPr>
        <w:t>в образовательном учреждении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.</w:t>
      </w:r>
    </w:p>
    <w:p w:rsidR="00156636" w:rsidRDefault="00156636" w:rsidP="00975371">
      <w:pPr>
        <w:pStyle w:val="ListParagraph"/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</w:p>
    <w:p w:rsidR="00156636" w:rsidRDefault="00156636" w:rsidP="00975371">
      <w:pPr>
        <w:pStyle w:val="ListParagraph"/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</w:p>
    <w:p w:rsidR="00156636" w:rsidRDefault="00156636"/>
    <w:sectPr w:rsidR="00156636" w:rsidSect="00142427">
      <w:footerReference w:type="even" r:id="rId7"/>
      <w:footerReference w:type="default" r:id="rId8"/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6636" w:rsidRDefault="00156636">
      <w:r>
        <w:separator/>
      </w:r>
    </w:p>
  </w:endnote>
  <w:endnote w:type="continuationSeparator" w:id="0">
    <w:p w:rsidR="00156636" w:rsidRDefault="001566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6636" w:rsidRDefault="00156636" w:rsidP="00BB742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56636" w:rsidRDefault="00156636" w:rsidP="001974BE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6636" w:rsidRDefault="00156636" w:rsidP="00BB742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156636" w:rsidRDefault="00156636" w:rsidP="001974BE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6636" w:rsidRDefault="00156636">
      <w:r>
        <w:separator/>
      </w:r>
    </w:p>
  </w:footnote>
  <w:footnote w:type="continuationSeparator" w:id="0">
    <w:p w:rsidR="00156636" w:rsidRDefault="0015663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418F9B2"/>
    <w:lvl w:ilvl="0">
      <w:numFmt w:val="bullet"/>
      <w:lvlText w:val="*"/>
      <w:lvlJc w:val="left"/>
    </w:lvl>
  </w:abstractNum>
  <w:abstractNum w:abstractNumId="1">
    <w:nsid w:val="3A0C239C"/>
    <w:multiLevelType w:val="multilevel"/>
    <w:tmpl w:val="B1E8C35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</w:rPr>
    </w:lvl>
  </w:abstractNum>
  <w:abstractNum w:abstractNumId="2">
    <w:nsid w:val="3AA6245A"/>
    <w:multiLevelType w:val="hybridMultilevel"/>
    <w:tmpl w:val="2F6CC98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DEB019A"/>
    <w:multiLevelType w:val="hybridMultilevel"/>
    <w:tmpl w:val="290E418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8DF6088"/>
    <w:multiLevelType w:val="hybridMultilevel"/>
    <w:tmpl w:val="0C18575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7CD70FDD"/>
    <w:multiLevelType w:val="hybridMultilevel"/>
    <w:tmpl w:val="62A484CA"/>
    <w:lvl w:ilvl="0" w:tplc="D6CCE63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  <w:lvlOverride w:ilvl="0">
      <w:lvl w:ilvl="0">
        <w:numFmt w:val="bullet"/>
        <w:lvlText w:val="-"/>
        <w:legacy w:legacy="1" w:legacySpace="0" w:legacyIndent="183"/>
        <w:lvlJc w:val="left"/>
        <w:rPr>
          <w:rFonts w:ascii="Arial" w:hAnsi="Arial" w:hint="default"/>
        </w:rPr>
      </w:lvl>
    </w:lvlOverride>
  </w:num>
  <w:num w:numId="3">
    <w:abstractNumId w:val="0"/>
    <w:lvlOverride w:ilvl="0">
      <w:lvl w:ilvl="0">
        <w:numFmt w:val="bullet"/>
        <w:lvlText w:val="•"/>
        <w:legacy w:legacy="1" w:legacySpace="0" w:legacyIndent="350"/>
        <w:lvlJc w:val="left"/>
        <w:rPr>
          <w:rFonts w:ascii="Arial" w:hAnsi="Arial" w:hint="default"/>
        </w:rPr>
      </w:lvl>
    </w:lvlOverride>
  </w:num>
  <w:num w:numId="4">
    <w:abstractNumId w:val="0"/>
    <w:lvlOverride w:ilvl="0">
      <w:lvl w:ilvl="0">
        <w:numFmt w:val="bullet"/>
        <w:lvlText w:val="-"/>
        <w:legacy w:legacy="1" w:legacySpace="0" w:legacyIndent="139"/>
        <w:lvlJc w:val="left"/>
        <w:rPr>
          <w:rFonts w:ascii="Arial" w:hAnsi="Arial" w:hint="default"/>
        </w:rPr>
      </w:lvl>
    </w:lvlOverride>
  </w:num>
  <w:num w:numId="5">
    <w:abstractNumId w:val="0"/>
    <w:lvlOverride w:ilvl="0">
      <w:lvl w:ilvl="0">
        <w:numFmt w:val="bullet"/>
        <w:lvlText w:val="-"/>
        <w:legacy w:legacy="1" w:legacySpace="0" w:legacyIndent="115"/>
        <w:lvlJc w:val="left"/>
        <w:rPr>
          <w:rFonts w:ascii="Arial" w:hAnsi="Arial" w:hint="default"/>
        </w:rPr>
      </w:lvl>
    </w:lvlOverride>
  </w:num>
  <w:num w:numId="6">
    <w:abstractNumId w:val="0"/>
    <w:lvlOverride w:ilvl="0">
      <w:lvl w:ilvl="0">
        <w:numFmt w:val="bullet"/>
        <w:lvlText w:val="-"/>
        <w:legacy w:legacy="1" w:legacySpace="0" w:legacyIndent="135"/>
        <w:lvlJc w:val="left"/>
        <w:rPr>
          <w:rFonts w:ascii="Arial" w:hAnsi="Arial" w:hint="default"/>
        </w:rPr>
      </w:lvl>
    </w:lvlOverride>
  </w:num>
  <w:num w:numId="7">
    <w:abstractNumId w:val="1"/>
  </w:num>
  <w:num w:numId="8">
    <w:abstractNumId w:val="4"/>
  </w:num>
  <w:num w:numId="9">
    <w:abstractNumId w:val="3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75371"/>
    <w:rsid w:val="00142427"/>
    <w:rsid w:val="00156636"/>
    <w:rsid w:val="001974BE"/>
    <w:rsid w:val="001E06EF"/>
    <w:rsid w:val="002037D1"/>
    <w:rsid w:val="00426149"/>
    <w:rsid w:val="0051334C"/>
    <w:rsid w:val="0052742F"/>
    <w:rsid w:val="0063165F"/>
    <w:rsid w:val="006A4C93"/>
    <w:rsid w:val="006C2AE5"/>
    <w:rsid w:val="007129CD"/>
    <w:rsid w:val="007640A7"/>
    <w:rsid w:val="008E086D"/>
    <w:rsid w:val="008E571C"/>
    <w:rsid w:val="00975371"/>
    <w:rsid w:val="009C62FA"/>
    <w:rsid w:val="00A27905"/>
    <w:rsid w:val="00BB7428"/>
    <w:rsid w:val="00BD46A2"/>
    <w:rsid w:val="00C55A89"/>
    <w:rsid w:val="00FA4B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5371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75371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rsid w:val="001974BE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D2E11"/>
    <w:rPr>
      <w:lang w:eastAsia="en-US"/>
    </w:rPr>
  </w:style>
  <w:style w:type="character" w:styleId="PageNumber">
    <w:name w:val="page number"/>
    <w:basedOn w:val="DefaultParagraphFont"/>
    <w:uiPriority w:val="99"/>
    <w:rsid w:val="001974BE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</TotalTime>
  <Pages>9</Pages>
  <Words>1780</Words>
  <Characters>10146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6</cp:revision>
  <dcterms:created xsi:type="dcterms:W3CDTF">2012-05-14T05:50:00Z</dcterms:created>
  <dcterms:modified xsi:type="dcterms:W3CDTF">2012-05-18T08:48:00Z</dcterms:modified>
</cp:coreProperties>
</file>